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409B149" w:rsidR="008B1A2C" w:rsidRDefault="008B1A2C" w:rsidP="00B87D91">
      <w:pPr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C24D73">
        <w:rPr>
          <w:b/>
          <w:color w:val="FF5200" w:themeColor="accent2"/>
          <w:sz w:val="36"/>
          <w:szCs w:val="36"/>
        </w:rPr>
        <w:t>„</w:t>
      </w:r>
      <w:r w:rsidR="00C24D73" w:rsidRPr="00C24D73">
        <w:rPr>
          <w:b/>
          <w:color w:val="FF5200" w:themeColor="accent2"/>
          <w:sz w:val="36"/>
          <w:szCs w:val="36"/>
        </w:rPr>
        <w:t>Prohlídky UTZ zabezpečovacího zařízení v obvodu SSZT OŘ UNL 2025</w:t>
      </w:r>
      <w:r w:rsidR="0031280B" w:rsidRPr="00C24D73">
        <w:rPr>
          <w:b/>
          <w:color w:val="FF5200" w:themeColor="accent2"/>
          <w:sz w:val="36"/>
          <w:szCs w:val="36"/>
        </w:rPr>
        <w:t>“</w:t>
      </w:r>
      <w:r w:rsidR="000128D4" w:rsidRPr="00B87D91">
        <w:rPr>
          <w:b/>
          <w:color w:val="FF5200" w:themeColor="accent2"/>
          <w:sz w:val="36"/>
          <w:szCs w:val="36"/>
        </w:rPr>
        <w:t xml:space="preserve"> vedené pod </w:t>
      </w:r>
      <w:r w:rsidR="00325649" w:rsidRPr="00325649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33226/2024-SŽ-OŘ UNL-OVZ</w:t>
      </w:r>
    </w:p>
    <w:p w14:paraId="0C3048DE" w14:textId="09DC525C" w:rsidR="00C24D73" w:rsidRPr="00B87D91" w:rsidRDefault="003A222F" w:rsidP="003A222F">
      <w:pPr>
        <w:tabs>
          <w:tab w:val="left" w:pos="1485"/>
        </w:tabs>
        <w:rPr>
          <w:b/>
          <w:color w:val="FF5200" w:themeColor="accent2"/>
          <w:sz w:val="36"/>
          <w:szCs w:val="36"/>
        </w:rPr>
      </w:pPr>
      <w:r>
        <w:rPr>
          <w:b/>
          <w:color w:val="FF5200" w:themeColor="accent2"/>
          <w:sz w:val="36"/>
          <w:szCs w:val="36"/>
        </w:rPr>
        <w:tab/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>
          <w:pPr>
            <w:pStyle w:val="Obsah2"/>
            <w:tabs>
              <w:tab w:val="left" w:pos="1320"/>
              <w:tab w:val="right" w:leader="dot" w:pos="8692"/>
            </w:tabs>
          </w:pPr>
          <w:r>
            <w:t>Obsah</w:t>
          </w:r>
        </w:p>
        <w:p w14:paraId="2012356D" w14:textId="530F6787" w:rsidR="00EC18DE" w:rsidRDefault="00A93A74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59923811" w:history="1">
            <w:r w:rsidR="00EC18DE" w:rsidRPr="00E04CCD">
              <w:rPr>
                <w:rStyle w:val="Hypertextovodkaz"/>
                <w:noProof/>
              </w:rPr>
              <w:t>Kapitola 1.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Základní údaje k nabídce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_Toc159923811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2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75984FC4" w14:textId="206F989F" w:rsidR="00EC18DE" w:rsidRDefault="003F53A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2" w:history="1">
            <w:r w:rsidR="00EC18DE" w:rsidRPr="00E04CCD">
              <w:rPr>
                <w:rStyle w:val="Hypertextovodkaz"/>
                <w:noProof/>
              </w:rPr>
              <w:t>Kapitola 2.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 prohlášení o splnění základní způsobilosti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_Toc159923812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3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6F3902BE" w14:textId="264C8E5C" w:rsidR="00EC18DE" w:rsidRDefault="003F53A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3" w:history="1">
            <w:r w:rsidR="00EC18DE" w:rsidRPr="00E04CCD">
              <w:rPr>
                <w:rStyle w:val="Hypertextovodkaz"/>
                <w:noProof/>
              </w:rPr>
              <w:t>Kapitola 3.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 prohlášení účastníka o střetu zájmů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_Toc159923813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4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792B2CA1" w14:textId="06EA1B46" w:rsidR="00EC18DE" w:rsidRDefault="003F53A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4" w:history="1">
            <w:r w:rsidR="00EC18DE" w:rsidRPr="00E04CCD">
              <w:rPr>
                <w:rStyle w:val="Hypertextovodkaz"/>
                <w:noProof/>
              </w:rPr>
              <w:t>Kapitola 4.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 prohlášení účastníka k neuzavření zakázaných dohod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_Toc159923814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5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085C1534" w14:textId="0600DDF8" w:rsidR="00EC18DE" w:rsidRDefault="003F53A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5" w:history="1">
            <w:r w:rsidR="00EC18DE" w:rsidRPr="00E04CCD">
              <w:rPr>
                <w:rStyle w:val="Hypertextovodkaz"/>
                <w:noProof/>
              </w:rPr>
              <w:t>Kapitola 5.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 prohlášení o splnění technické kvalifikace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_Toc159923815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6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4FA610FB" w14:textId="5AD9D627" w:rsidR="00EC18DE" w:rsidRDefault="003F53A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6" w:history="1">
            <w:r w:rsidR="00EC18DE" w:rsidRPr="00E04CCD">
              <w:rPr>
                <w:rStyle w:val="Hypertextovodkaz"/>
                <w:noProof/>
              </w:rPr>
              <w:t>Kapitola 6.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Seznam osob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_Toc159923816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7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30E643A7" w14:textId="7DD3249B" w:rsidR="00EC18DE" w:rsidRDefault="003F53A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7" w:history="1">
            <w:r w:rsidR="00EC18DE" w:rsidRPr="00E04CCD">
              <w:rPr>
                <w:rStyle w:val="Hypertextovodkaz"/>
                <w:noProof/>
              </w:rPr>
              <w:t>Kapitola 7.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 prohlášení o ekonomické kvalifikaci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_Toc159923817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8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0CBE28AD" w14:textId="6C305C4D" w:rsidR="00EC18DE" w:rsidRDefault="003F53A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8" w:history="1">
            <w:r w:rsidR="00EC18DE" w:rsidRPr="00E04CCD">
              <w:rPr>
                <w:rStyle w:val="Hypertextovodkaz"/>
                <w:rFonts w:eastAsia="Times New Roman"/>
                <w:noProof/>
              </w:rPr>
              <w:t>Kapitola 8.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</w:t>
            </w:r>
            <w:r w:rsidR="00EC18DE" w:rsidRPr="00E04CCD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 mezinárodními sankcemi</w:t>
            </w:r>
            <w:r w:rsidR="00EC18DE">
              <w:rPr>
                <w:noProof/>
                <w:webHidden/>
              </w:rPr>
              <w:tab/>
            </w:r>
            <w:r w:rsidR="003A222F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_Toc159923818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9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762B2180" w14:textId="0D7B445A" w:rsidR="00EC18DE" w:rsidRDefault="003F53A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19" w:history="1">
            <w:r w:rsidR="00EC18DE" w:rsidRPr="00E04CCD">
              <w:rPr>
                <w:rStyle w:val="Hypertextovodkaz"/>
                <w:rFonts w:eastAsia="Times New Roman"/>
                <w:noProof/>
              </w:rPr>
              <w:t>Kapitola 9.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</w:t>
            </w:r>
            <w:r w:rsidR="00EC18DE" w:rsidRPr="00E04CCD">
              <w:rPr>
                <w:rStyle w:val="Hypertextovodkaz"/>
                <w:rFonts w:eastAsia="Times New Roman"/>
                <w:noProof/>
              </w:rPr>
              <w:t xml:space="preserve"> prohlášení o poddodavatelích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_Toc159923819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10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6FB13597" w14:textId="2B4F8C8B" w:rsidR="00EC18DE" w:rsidRDefault="003F53A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20" w:history="1">
            <w:r w:rsidR="00EC18DE" w:rsidRPr="00E04CCD">
              <w:rPr>
                <w:rStyle w:val="Hypertextovodkaz"/>
                <w:rFonts w:eastAsia="Times New Roman"/>
                <w:noProof/>
              </w:rPr>
              <w:t>Kapitola 10.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Seznam zaměstnanců účastníka, u kterých je požadována odborná způsobilost v souladu s předpisem SŽ Zam1</w:t>
            </w:r>
            <w:r w:rsidR="00EC18DE" w:rsidRPr="00E04CCD">
              <w:rPr>
                <w:rStyle w:val="Hypertextovodkaz"/>
                <w:rFonts w:eastAsia="Times New Roman"/>
                <w:noProof/>
              </w:rPr>
              <w:t xml:space="preserve"> </w:t>
            </w:r>
            <w:r w:rsidR="00EC18DE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_Toc159923820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11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7C61D910" w14:textId="1651E638" w:rsidR="00EC18DE" w:rsidRDefault="003F53A9">
          <w:pPr>
            <w:pStyle w:val="Obsah2"/>
            <w:tabs>
              <w:tab w:val="left" w:pos="1440"/>
              <w:tab w:val="right" w:leader="dot" w:pos="8692"/>
            </w:tabs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59923821" w:history="1">
            <w:r w:rsidR="00EC18DE" w:rsidRPr="00E04CCD">
              <w:rPr>
                <w:rStyle w:val="Hypertextovodkaz"/>
                <w:noProof/>
                <w:lang w:eastAsia="cs-CZ"/>
              </w:rPr>
              <w:t>Kapitola 11.</w:t>
            </w:r>
            <w:r w:rsidR="00EC18DE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EC18DE" w:rsidRPr="00E04CCD">
              <w:rPr>
                <w:rStyle w:val="Hypertextovodkaz"/>
                <w:noProof/>
              </w:rPr>
              <w:t>Čestné</w:t>
            </w:r>
            <w:r w:rsidR="00EC18DE" w:rsidRPr="00E04CCD">
              <w:rPr>
                <w:rStyle w:val="Hypertextovodkaz"/>
                <w:rFonts w:eastAsia="Times New Roman"/>
                <w:noProof/>
              </w:rPr>
              <w:t xml:space="preserve"> prohlášení o oprávnění ke vstupu do provozované železniční dopravní cesty</w:t>
            </w:r>
            <w:r w:rsidR="00EC18DE">
              <w:rPr>
                <w:noProof/>
                <w:webHidden/>
              </w:rPr>
              <w:tab/>
            </w:r>
            <w:r w:rsidR="003A222F">
              <w:rPr>
                <w:noProof/>
                <w:webHidden/>
              </w:rPr>
              <w:tab/>
            </w:r>
            <w:r w:rsidR="00EC18DE">
              <w:rPr>
                <w:noProof/>
                <w:webHidden/>
              </w:rPr>
              <w:fldChar w:fldCharType="begin"/>
            </w:r>
            <w:r w:rsidR="00EC18DE">
              <w:rPr>
                <w:noProof/>
                <w:webHidden/>
              </w:rPr>
              <w:instrText xml:space="preserve"> PAGEREF _Toc159923821 \h </w:instrText>
            </w:r>
            <w:r w:rsidR="00EC18DE">
              <w:rPr>
                <w:noProof/>
                <w:webHidden/>
              </w:rPr>
            </w:r>
            <w:r w:rsidR="00EC18DE">
              <w:rPr>
                <w:noProof/>
                <w:webHidden/>
              </w:rPr>
              <w:fldChar w:fldCharType="separate"/>
            </w:r>
            <w:r w:rsidR="00EC18DE">
              <w:rPr>
                <w:noProof/>
                <w:webHidden/>
              </w:rPr>
              <w:t>12</w:t>
            </w:r>
            <w:r w:rsidR="00EC18DE">
              <w:rPr>
                <w:noProof/>
                <w:webHidden/>
              </w:rPr>
              <w:fldChar w:fldCharType="end"/>
            </w:r>
          </w:hyperlink>
        </w:p>
        <w:p w14:paraId="218BAFDF" w14:textId="50D13AB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159923811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EA444A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4F2B572B" w:rsidR="008B1A2C" w:rsidRPr="00EA444A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  <w:r w:rsidR="00EA444A" w:rsidRPr="00EA444A">
        <w:rPr>
          <w:rFonts w:eastAsia="Times New Roman" w:cs="Times New Roman"/>
          <w:lang w:eastAsia="cs-CZ"/>
        </w:rPr>
        <w:t>Zakázku zadává organizační jednotka zadavatele:</w:t>
      </w:r>
    </w:p>
    <w:p w14:paraId="4CBBE62A" w14:textId="3B52C00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Oblastní ředitelství Ústí nad Labem</w:t>
      </w:r>
    </w:p>
    <w:p w14:paraId="709DFDE6" w14:textId="388498A9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>Ústí nad Labem, Železničářská 1386/31, PSČ 400 03</w:t>
      </w:r>
    </w:p>
    <w:p w14:paraId="51E167B5" w14:textId="5D26BF0B" w:rsidR="00EA444A" w:rsidRDefault="00EA444A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Zastoupená </w:t>
      </w:r>
      <w:r w:rsidR="00D523CA">
        <w:t xml:space="preserve">Ing. Martinem Kašparem, ředitelem organizační jednotky, </w:t>
      </w:r>
      <w:r w:rsidR="00D523CA">
        <w:tab/>
      </w:r>
      <w:r w:rsidR="00D523CA">
        <w:tab/>
      </w:r>
      <w:r w:rsidR="00D523CA">
        <w:tab/>
        <w:t>na základě pověření č. 2652 ze dne 22. 02. 2019</w:t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xxxxxxxxxxxxxxxxxx</w:t>
      </w:r>
      <w:proofErr w:type="spellEnd"/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proofErr w:type="spellStart"/>
      <w:r w:rsidRPr="008B1A2C">
        <w:rPr>
          <w:rFonts w:eastAsia="Times New Roman" w:cs="Times New Roman"/>
          <w:highlight w:val="green"/>
          <w:lang w:eastAsia="cs-CZ"/>
        </w:rPr>
        <w:t>xxxxxxxxxxxxxx</w:t>
      </w:r>
      <w:proofErr w:type="spellEnd"/>
    </w:p>
    <w:p w14:paraId="3CC58BD2" w14:textId="77777777" w:rsidR="008B1A2C" w:rsidRDefault="008B1A2C" w:rsidP="008B1A2C"/>
    <w:p w14:paraId="0191CDFC" w14:textId="544BDF7B" w:rsidR="00A93A74" w:rsidRDefault="00A93A74" w:rsidP="008B1A2C"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D523CA">
        <w:rPr>
          <w:rFonts w:eastAsia="Times New Roman" w:cs="Times New Roman"/>
          <w:lang w:eastAsia="cs-CZ"/>
        </w:rPr>
        <w:t>podlimitní sektorovou veřejnou zakázku</w:t>
      </w:r>
      <w:r>
        <w:t>,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5197F617" w14:textId="77777777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4DC8BD60" w14:textId="3CE5BB36" w:rsidR="008B1A2C" w:rsidRDefault="00FC5583" w:rsidP="008B1A2C">
      <w:r>
        <w:t>Celková n</w:t>
      </w:r>
      <w:r w:rsidR="008B1A2C">
        <w:t>abídková cena</w:t>
      </w:r>
      <w:r w:rsidR="00C87B78">
        <w:t xml:space="preserve"> </w:t>
      </w:r>
      <w:r>
        <w:t xml:space="preserve">v Kč </w:t>
      </w:r>
      <w:r w:rsidR="00C87B78">
        <w:t>bez DPH</w:t>
      </w:r>
      <w:r w:rsidR="008B1A2C">
        <w:t>:</w:t>
      </w:r>
    </w:p>
    <w:p w14:paraId="2915FC32" w14:textId="77777777" w:rsidR="008B1A2C" w:rsidRPr="008B1A2C" w:rsidRDefault="00C228EE" w:rsidP="008B1A2C">
      <w:r w:rsidRPr="006E5C6C">
        <w:rPr>
          <w:b/>
        </w:rPr>
        <w:t>ÚDAJE O MOŽNOSTI ELEKTRONICKÉHO UZAVŘENÍ SMLOUVY</w:t>
      </w:r>
      <w:r>
        <w:t>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3B0281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1049" w:right="1134" w:bottom="1474" w:left="2070" w:header="1701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3973F6F3" w14:textId="77777777" w:rsidR="00086B78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3F53A9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3F53A9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3B0281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025A384D" w14:textId="77777777" w:rsidR="00086B78" w:rsidRDefault="00086B78" w:rsidP="00996617">
      <w:pPr>
        <w:tabs>
          <w:tab w:val="left" w:pos="7125"/>
        </w:tabs>
        <w:spacing w:after="0"/>
        <w:sectPr w:rsidR="00086B78" w:rsidSect="003B0281">
          <w:headerReference w:type="first" r:id="rId17"/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342DE622" w14:textId="7F7F7817" w:rsidR="0031280B" w:rsidRPr="006E5C6C" w:rsidRDefault="0031280B" w:rsidP="00086B78">
      <w:pPr>
        <w:pStyle w:val="Nadpis2"/>
        <w:numPr>
          <w:ilvl w:val="0"/>
          <w:numId w:val="34"/>
        </w:numPr>
        <w:ind w:left="714" w:hanging="357"/>
      </w:pPr>
      <w:bookmarkStart w:id="1" w:name="_Toc159923812"/>
      <w:r w:rsidRPr="006E5C6C">
        <w:t>Čestné prohlášení o splnění</w:t>
      </w:r>
      <w:r w:rsidRPr="006E5C6C">
        <w:br/>
        <w:t>základní způsobilosti</w:t>
      </w:r>
      <w:bookmarkEnd w:id="1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6FA70B47" w:rsidR="0031280B" w:rsidRDefault="006E73DC" w:rsidP="0031280B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23CC8A38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</w:t>
      </w:r>
      <w:r w:rsidR="006E73DC">
        <w:rPr>
          <w:szCs w:val="22"/>
          <w:lang w:eastAsia="cs-CZ"/>
        </w:rPr>
        <w:t xml:space="preserve">výběrového </w:t>
      </w:r>
      <w:r>
        <w:rPr>
          <w:szCs w:val="22"/>
          <w:lang w:eastAsia="cs-CZ"/>
        </w:rPr>
        <w:t xml:space="preserve">řízení pravomocně odsouzen pro trestný čin uvedený v </w:t>
      </w:r>
      <w:hyperlink r:id="rId18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</w:t>
      </w:r>
      <w:r w:rsidR="00C15E30">
        <w:rPr>
          <w:szCs w:val="22"/>
          <w:lang w:eastAsia="cs-CZ"/>
        </w:rPr>
        <w:t> </w:t>
      </w:r>
      <w:r>
        <w:rPr>
          <w:szCs w:val="22"/>
          <w:lang w:eastAsia="cs-CZ"/>
        </w:rPr>
        <w:t>zákonu</w:t>
      </w:r>
      <w:r w:rsidR="00C15E30">
        <w:rPr>
          <w:szCs w:val="22"/>
          <w:lang w:eastAsia="cs-CZ"/>
        </w:rPr>
        <w:t xml:space="preserve"> č. 134/2016 Sb., o zadávání veřejných zakázek,</w:t>
      </w:r>
      <w:r>
        <w:rPr>
          <w:szCs w:val="22"/>
          <w:lang w:eastAsia="cs-CZ"/>
        </w:rPr>
        <w:t xml:space="preserve">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28356DE4" w:rsidR="0031280B" w:rsidRDefault="0031280B" w:rsidP="0031280B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numPr>
          <w:ilvl w:val="0"/>
          <w:numId w:val="34"/>
        </w:numPr>
        <w:ind w:left="714" w:hanging="357"/>
      </w:pPr>
      <w:bookmarkStart w:id="2" w:name="_Toc159923813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2"/>
    </w:p>
    <w:p w14:paraId="7D8D1D4A" w14:textId="77777777" w:rsidR="00A327CB" w:rsidRPr="00A327CB" w:rsidRDefault="00A327CB" w:rsidP="00A327CB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330E5CE1" w14:textId="2DFAE83F" w:rsidR="00A327CB" w:rsidRPr="00A327CB" w:rsidRDefault="006E73DC" w:rsidP="00C15E30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EA444A">
        <w:rPr>
          <w:rFonts w:eastAsia="Times New Roman" w:cs="Times New Roman"/>
          <w:lang w:eastAsia="cs-CZ"/>
        </w:rPr>
        <w:t>nabídku, tímto</w:t>
      </w:r>
      <w:r w:rsidR="00A327CB" w:rsidRPr="00A327CB">
        <w:rPr>
          <w:rFonts w:eastAsia="Times New Roman" w:cs="Times New Roman"/>
          <w:lang w:eastAsia="cs-CZ"/>
        </w:rPr>
        <w:t xml:space="preserve"> čestně prohlašuje, že:</w:t>
      </w:r>
    </w:p>
    <w:p w14:paraId="490DE513" w14:textId="77777777" w:rsidR="00A327CB" w:rsidRP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  <w:b/>
        </w:rPr>
        <w:t>není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č. 159/2006 Sb., o střetu zájmů, ve znění pozdějších předpisů (dále jen</w:t>
      </w:r>
      <w:r w:rsidRPr="00A327CB">
        <w:rPr>
          <w:rFonts w:eastAsia="Calibri" w:cs="Times New Roman"/>
          <w:b/>
          <w:i/>
        </w:rPr>
        <w:t xml:space="preserve"> „Zákon o střetu zájmů“</w:t>
      </w:r>
      <w:r w:rsidRPr="00A327CB">
        <w:rPr>
          <w:rFonts w:eastAsia="Calibri" w:cs="Times New Roman"/>
        </w:rPr>
        <w:t>) nebo jím ovládaná osoba vlastní podíl představující alespoň 25 % účasti společníka v obchodní společnosti, a</w:t>
      </w:r>
    </w:p>
    <w:p w14:paraId="3519F2BA" w14:textId="77777777" w:rsidR="00A327CB" w:rsidRPr="00A327CB" w:rsidRDefault="00A327CB" w:rsidP="00A327CB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3F81A7D5" w14:textId="0DAC956D" w:rsidR="00A327CB" w:rsidRDefault="00A327CB" w:rsidP="00A327CB">
      <w:pPr>
        <w:numPr>
          <w:ilvl w:val="0"/>
          <w:numId w:val="36"/>
        </w:numPr>
        <w:spacing w:line="240" w:lineRule="auto"/>
        <w:contextualSpacing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žádní poddodavatelé, jimiž prokazuje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</w:t>
      </w:r>
      <w:r w:rsidRPr="00A327CB">
        <w:rPr>
          <w:rFonts w:eastAsia="Calibri" w:cs="Times New Roman"/>
          <w:b/>
        </w:rPr>
        <w:t>nejsou</w:t>
      </w:r>
      <w:r w:rsidRPr="00A327CB">
        <w:rPr>
          <w:rFonts w:eastAsia="Calibri" w:cs="Times New Roman"/>
        </w:rPr>
        <w:t xml:space="preserve"> obchodní společností, ve které veřejný funkcionář uvedený v </w:t>
      </w:r>
      <w:proofErr w:type="spellStart"/>
      <w:r w:rsidRPr="00A327CB">
        <w:rPr>
          <w:rFonts w:eastAsia="Calibri" w:cs="Times New Roman"/>
        </w:rPr>
        <w:t>ust</w:t>
      </w:r>
      <w:proofErr w:type="spellEnd"/>
      <w:r w:rsidRPr="00A327CB">
        <w:rPr>
          <w:rFonts w:eastAsia="Calibri" w:cs="Times New Roman"/>
        </w:rPr>
        <w:t>. § 2 odst. 1 písm. c) Zákona o střetu zájmů nebo jím ovládaná osoba vlastní podíl představující alespoň 25</w:t>
      </w:r>
      <w:r w:rsidRPr="00A327CB">
        <w:rPr>
          <w:rFonts w:eastAsia="Times New Roman" w:cs="Times New Roman"/>
          <w:lang w:eastAsia="cs-CZ"/>
        </w:rPr>
        <w:t> </w:t>
      </w:r>
      <w:r w:rsidRPr="00A327CB">
        <w:rPr>
          <w:rFonts w:eastAsia="Calibri" w:cs="Times New Roman"/>
        </w:rPr>
        <w:t>% účasti společníka v obchodní společnosti.</w:t>
      </w:r>
    </w:p>
    <w:p w14:paraId="54862DF8" w14:textId="77777777" w:rsidR="006E73DC" w:rsidRPr="00A327CB" w:rsidRDefault="006E73DC" w:rsidP="00F26B94">
      <w:pPr>
        <w:spacing w:line="240" w:lineRule="auto"/>
        <w:ind w:left="720"/>
        <w:contextualSpacing/>
        <w:jc w:val="both"/>
        <w:rPr>
          <w:rFonts w:eastAsia="Calibri" w:cs="Times New Roman"/>
        </w:rPr>
      </w:pPr>
    </w:p>
    <w:p w14:paraId="6C105D2F" w14:textId="0B36B089" w:rsidR="00A327CB" w:rsidRPr="00A327CB" w:rsidRDefault="00A327CB" w:rsidP="00A327CB">
      <w:pPr>
        <w:spacing w:line="240" w:lineRule="auto"/>
        <w:jc w:val="both"/>
        <w:rPr>
          <w:rFonts w:eastAsia="Calibri" w:cs="Times New Roman"/>
        </w:rPr>
      </w:pPr>
      <w:r w:rsidRPr="00A327CB">
        <w:rPr>
          <w:rFonts w:eastAsia="Calibri" w:cs="Times New Roman"/>
        </w:rPr>
        <w:t>Účastník dále čestně prohlašuje, že dostane-li se Účastník nebo poddodavatel, jímž prokazoval kvalifikaci v</w:t>
      </w:r>
      <w:r w:rsidR="006E73DC">
        <w:rPr>
          <w:rFonts w:eastAsia="Calibri" w:cs="Times New Roman"/>
        </w:rPr>
        <w:t>e</w:t>
      </w:r>
      <w:r w:rsidRPr="00A327CB">
        <w:rPr>
          <w:rFonts w:eastAsia="Calibri" w:cs="Times New Roman"/>
        </w:rPr>
        <w:t> </w:t>
      </w:r>
      <w:r w:rsidR="006E73DC">
        <w:rPr>
          <w:rFonts w:eastAsia="Calibri" w:cs="Times New Roman"/>
        </w:rPr>
        <w:t>výběrovém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do střetu zájmů dle § 4b Zákona o střetu zájmů, a to kdykoliv až do okamžiku ukončení </w:t>
      </w:r>
      <w:r w:rsidR="006E73DC">
        <w:rPr>
          <w:rFonts w:eastAsia="Calibri" w:cs="Times New Roman"/>
        </w:rPr>
        <w:t>výběrového</w:t>
      </w:r>
      <w:r w:rsidR="006E73DC" w:rsidRPr="00A327CB">
        <w:rPr>
          <w:rFonts w:eastAsia="Calibri" w:cs="Times New Roman"/>
        </w:rPr>
        <w:t xml:space="preserve"> </w:t>
      </w:r>
      <w:r w:rsidRPr="00A327CB">
        <w:rPr>
          <w:rFonts w:eastAsia="Calibri" w:cs="Times New Roman"/>
        </w:rPr>
        <w:t xml:space="preserve">řízení, oznámí tuto skutečnost bez zbytečného odkladu zadavateli </w:t>
      </w:r>
      <w:r w:rsidR="006E73DC">
        <w:rPr>
          <w:rFonts w:eastAsia="Calibri" w:cs="Times New Roman"/>
        </w:rPr>
        <w:t>v</w:t>
      </w:r>
      <w:r w:rsidR="006E73DC" w:rsidRPr="00A327CB">
        <w:rPr>
          <w:rFonts w:eastAsia="Calibri" w:cs="Times New Roman"/>
        </w:rPr>
        <w:t xml:space="preserve">eřejné </w:t>
      </w:r>
      <w:r w:rsidRPr="00A327CB">
        <w:rPr>
          <w:rFonts w:eastAsia="Calibri" w:cs="Times New Roman"/>
        </w:rPr>
        <w:t>zakázky.</w:t>
      </w:r>
    </w:p>
    <w:p w14:paraId="4AD3C6DD" w14:textId="77777777" w:rsidR="00A327CB" w:rsidRPr="00A327CB" w:rsidRDefault="00A327CB" w:rsidP="00A327C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327CB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24AE729A" w14:textId="77777777" w:rsidR="00913092" w:rsidRDefault="00913092">
      <w:pPr>
        <w:rPr>
          <w:lang w:eastAsia="cs-CZ"/>
        </w:rPr>
      </w:pP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159923814"/>
      <w:r w:rsidRPr="006E5C6C"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11C23BE1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lang w:eastAsia="cs-CZ"/>
        </w:rPr>
        <w:t>tímto čestně prohlašuje, že</w:t>
      </w:r>
      <w:r>
        <w:rPr>
          <w:lang w:eastAsia="cs-CZ"/>
        </w:rPr>
        <w:t>:</w:t>
      </w:r>
    </w:p>
    <w:p w14:paraId="637FEE98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3DF11E7A" w14:textId="77777777" w:rsidR="00EA02CF" w:rsidRDefault="00EA02CF" w:rsidP="00EA02CF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výběrového řízení, s nímž je spojenou osobou podle zákona o daních z příjmů.  </w:t>
      </w:r>
    </w:p>
    <w:p w14:paraId="0CA92762" w14:textId="662AFF51" w:rsidR="0031280B" w:rsidRPr="00A035EA" w:rsidRDefault="00EA02CF" w:rsidP="00EA02CF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Pr="00A035EA">
        <w:rPr>
          <w:lang w:eastAsia="cs-CZ"/>
        </w:rPr>
        <w:t>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0D0317B3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159923815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58049D94" w:rsidR="00E85D44" w:rsidRDefault="006E73DC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0128D4">
        <w:rPr>
          <w:rFonts w:eastAsia="Times New Roman" w:cs="Times New Roman"/>
          <w:lang w:eastAsia="cs-CZ"/>
        </w:rPr>
        <w:t xml:space="preserve">, </w:t>
      </w:r>
      <w:r w:rsidR="00E85D44">
        <w:rPr>
          <w:rFonts w:eastAsia="Times New Roman" w:cs="Times New Roman"/>
          <w:lang w:eastAsia="cs-CZ"/>
        </w:rPr>
        <w:t xml:space="preserve">který podává </w:t>
      </w:r>
      <w:r w:rsidR="000128D4"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D523CA" w:rsidRPr="00D523CA">
        <w:rPr>
          <w:rFonts w:eastAsia="Times New Roman" w:cs="Times New Roman"/>
          <w:b/>
          <w:bCs/>
          <w:lang w:eastAsia="cs-CZ"/>
        </w:rPr>
        <w:t>2</w:t>
      </w:r>
      <w:r w:rsidR="00E85D44" w:rsidRPr="00D523CA">
        <w:rPr>
          <w:rFonts w:eastAsia="Times New Roman" w:cs="Times New Roman"/>
          <w:lang w:eastAsia="cs-CZ"/>
        </w:rPr>
        <w:t xml:space="preserve"> významných služeb</w:t>
      </w:r>
      <w:r w:rsidR="00E85D44">
        <w:rPr>
          <w:rFonts w:eastAsia="Times New Roman" w:cs="Times New Roman"/>
          <w:lang w:eastAsia="cs-CZ"/>
        </w:rPr>
        <w:t xml:space="preserve"> definovaných v čl. </w:t>
      </w:r>
      <w:r w:rsidR="00A0508D">
        <w:rPr>
          <w:rFonts w:eastAsia="Times New Roman" w:cs="Times New Roman"/>
          <w:lang w:eastAsia="cs-CZ"/>
        </w:rPr>
        <w:t xml:space="preserve">7.5.1 </w:t>
      </w:r>
      <w:r w:rsidR="00B87D91">
        <w:rPr>
          <w:rFonts w:eastAsia="Times New Roman" w:cs="Times New Roman"/>
          <w:lang w:eastAsia="cs-CZ"/>
        </w:rPr>
        <w:t>V</w:t>
      </w:r>
      <w:r w:rsidR="00E85D44">
        <w:rPr>
          <w:rFonts w:eastAsia="Times New Roman" w:cs="Times New Roman"/>
          <w:lang w:eastAsia="cs-CZ"/>
        </w:rPr>
        <w:t xml:space="preserve">ýzvy k podání nabídky </w:t>
      </w:r>
      <w:r w:rsidR="00E85D44" w:rsidRPr="00D523CA">
        <w:rPr>
          <w:rFonts w:eastAsia="Times New Roman" w:cs="Times New Roman"/>
          <w:lang w:eastAsia="cs-CZ"/>
        </w:rPr>
        <w:t>za každou</w:t>
      </w:r>
      <w:r w:rsidR="00E85D44">
        <w:rPr>
          <w:rFonts w:eastAsia="Times New Roman" w:cs="Times New Roman"/>
          <w:lang w:eastAsia="cs-CZ"/>
        </w:rPr>
        <w:t xml:space="preserve"> hodnotě </w:t>
      </w:r>
      <w:r w:rsidR="00D523CA" w:rsidRPr="00D523CA">
        <w:rPr>
          <w:rFonts w:eastAsia="Times New Roman" w:cs="Times New Roman"/>
          <w:b/>
          <w:bCs/>
          <w:lang w:eastAsia="cs-CZ"/>
        </w:rPr>
        <w:t>1 000 000</w:t>
      </w:r>
      <w:r w:rsidR="00E85D44" w:rsidRPr="00D523CA">
        <w:rPr>
          <w:rFonts w:eastAsia="Times New Roman" w:cs="Times New Roman"/>
          <w:b/>
          <w:bCs/>
          <w:lang w:eastAsia="cs-CZ"/>
        </w:rPr>
        <w:t xml:space="preserve"> Kč bez DPH</w:t>
      </w:r>
      <w:r w:rsidR="00E85D44">
        <w:rPr>
          <w:rFonts w:eastAsia="Times New Roman" w:cs="Times New Roman"/>
          <w:lang w:eastAsia="cs-CZ"/>
        </w:rPr>
        <w:t>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0B3E1F85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1FB55742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4E9BAA0D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0AE144E3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47080A62" w14:textId="77777777" w:rsidR="00E85D44" w:rsidRDefault="00E85D44" w:rsidP="00E85D44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  <w:numPr>
          <w:ilvl w:val="0"/>
          <w:numId w:val="34"/>
        </w:numPr>
      </w:pPr>
      <w:bookmarkStart w:id="5" w:name="_Toc58876012"/>
      <w:bookmarkStart w:id="6" w:name="_Toc159923816"/>
      <w:r>
        <w:t>Seznam osob</w:t>
      </w:r>
      <w:bookmarkEnd w:id="5"/>
      <w:bookmarkEnd w:id="6"/>
    </w:p>
    <w:p w14:paraId="6E82A969" w14:textId="77777777" w:rsidR="00F44645" w:rsidRDefault="00F44645" w:rsidP="00F44645">
      <w:pPr>
        <w:spacing w:after="0" w:line="240" w:lineRule="auto"/>
        <w:rPr>
          <w:rFonts w:eastAsia="Times New Roman" w:cs="Times New Roman"/>
          <w:lang w:eastAsia="x-none"/>
        </w:rPr>
      </w:pPr>
    </w:p>
    <w:p w14:paraId="25AA11C4" w14:textId="7A7181F8" w:rsidR="00F44645" w:rsidRDefault="006E73DC" w:rsidP="00F44645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F44645">
        <w:rPr>
          <w:rFonts w:eastAsia="Times New Roman" w:cs="Times New Roman"/>
          <w:lang w:eastAsia="cs-CZ"/>
        </w:rPr>
        <w:t xml:space="preserve">, který podává tuto </w:t>
      </w:r>
      <w:r w:rsidR="00F44645" w:rsidRPr="000128D4">
        <w:rPr>
          <w:rFonts w:eastAsia="Times New Roman" w:cs="Times New Roman"/>
          <w:lang w:eastAsia="cs-CZ"/>
        </w:rPr>
        <w:t>nabídku</w:t>
      </w:r>
      <w:r w:rsidR="00F44645">
        <w:rPr>
          <w:rFonts w:eastAsia="Times New Roman" w:cs="Times New Roman"/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p w14:paraId="08783FFB" w14:textId="77777777" w:rsidR="00F44645" w:rsidRDefault="00F44645" w:rsidP="00F44645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3"/>
        <w:gridCol w:w="4349"/>
      </w:tblGrid>
      <w:tr w:rsidR="00F44645" w14:paraId="23E1AAD0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083B475F" w14:textId="77777777" w:rsidR="00F44645" w:rsidRPr="00D523CA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D523CA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421" w:type="dxa"/>
            <w:shd w:val="clear" w:color="auto" w:fill="auto"/>
          </w:tcPr>
          <w:p w14:paraId="652DAA0D" w14:textId="77777777" w:rsidR="00F44645" w:rsidRPr="00D523CA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D523CA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14:paraId="5D07A0D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  <w:shd w:val="clear" w:color="auto" w:fill="auto"/>
          </w:tcPr>
          <w:p w14:paraId="2362AB3B" w14:textId="3CE2FBD0" w:rsidR="00F44645" w:rsidRPr="00D523CA" w:rsidRDefault="00D523CA" w:rsidP="00A327CB">
            <w:pPr>
              <w:rPr>
                <w:rFonts w:eastAsia="Times New Roman" w:cs="Times New Roman"/>
                <w:b/>
                <w:bCs/>
                <w:highlight w:val="yellow"/>
                <w:lang w:eastAsia="cs-CZ"/>
              </w:rPr>
            </w:pPr>
            <w:r w:rsidRPr="00D523CA">
              <w:rPr>
                <w:rFonts w:eastAsia="Times New Roman" w:cs="Times New Roman"/>
                <w:b/>
                <w:bCs/>
                <w:lang w:eastAsia="cs-CZ"/>
              </w:rPr>
              <w:t>Inspektor UTZ</w:t>
            </w:r>
          </w:p>
        </w:tc>
        <w:tc>
          <w:tcPr>
            <w:tcW w:w="4421" w:type="dxa"/>
            <w:shd w:val="clear" w:color="auto" w:fill="auto"/>
          </w:tcPr>
          <w:p w14:paraId="1B4FBCB8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14:paraId="030DEE8B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8B2CC60" w14:textId="2189E172" w:rsidR="00F44645" w:rsidRPr="00D523CA" w:rsidRDefault="00D523CA" w:rsidP="00A327CB">
            <w:pPr>
              <w:rPr>
                <w:rFonts w:eastAsia="Times New Roman" w:cs="Times New Roman"/>
                <w:b/>
                <w:bCs/>
                <w:highlight w:val="yellow"/>
                <w:lang w:eastAsia="cs-CZ"/>
              </w:rPr>
            </w:pPr>
            <w:r w:rsidRPr="00D523CA">
              <w:rPr>
                <w:rFonts w:eastAsia="Times New Roman" w:cs="Times New Roman"/>
                <w:b/>
                <w:bCs/>
                <w:lang w:eastAsia="cs-CZ"/>
              </w:rPr>
              <w:t>Inspektor UTZ</w:t>
            </w:r>
          </w:p>
        </w:tc>
        <w:tc>
          <w:tcPr>
            <w:tcW w:w="4421" w:type="dxa"/>
          </w:tcPr>
          <w:p w14:paraId="4E57380B" w14:textId="77777777" w:rsidR="00F44645" w:rsidRPr="00F44645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yellow"/>
                <w:lang w:eastAsia="cs-CZ"/>
              </w:rPr>
            </w:pPr>
          </w:p>
        </w:tc>
      </w:tr>
      <w:tr w:rsidR="00F44645" w:rsidRPr="003F53A9" w14:paraId="0AC6A739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4884F73A" w14:textId="01DCC7C0" w:rsidR="00F44645" w:rsidRPr="003F53A9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F53A9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300D56C6" w14:textId="77777777" w:rsidR="00F44645" w:rsidRPr="003F53A9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F53A9" w14:paraId="03CC9933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1" w:type="dxa"/>
          </w:tcPr>
          <w:p w14:paraId="0209FF84" w14:textId="0E5462C6" w:rsidR="00F44645" w:rsidRPr="003F53A9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  <w:r w:rsidRPr="003F53A9">
              <w:rPr>
                <w:rFonts w:eastAsia="Times New Roman" w:cs="Times New Roman"/>
                <w:highlight w:val="green"/>
                <w:lang w:eastAsia="cs-CZ"/>
              </w:rPr>
              <w:t>Název funkce</w:t>
            </w:r>
          </w:p>
        </w:tc>
        <w:tc>
          <w:tcPr>
            <w:tcW w:w="4421" w:type="dxa"/>
          </w:tcPr>
          <w:p w14:paraId="549C1B35" w14:textId="77777777" w:rsidR="00F44645" w:rsidRPr="003F53A9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  <w:tr w:rsidR="00F44645" w:rsidRPr="003F53A9" w14:paraId="274AC354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5B1DF4F2" w14:textId="603687F8" w:rsidR="00F44645" w:rsidRPr="003F53A9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highlight w:val="green"/>
                <w:lang w:eastAsia="cs-CZ"/>
              </w:rPr>
            </w:pPr>
            <w:r w:rsidRPr="003F53A9">
              <w:rPr>
                <w:rFonts w:eastAsia="Times New Roman" w:cs="Times New Roman"/>
                <w:highlight w:val="green"/>
                <w:lang w:eastAsia="cs-CZ"/>
              </w:rPr>
              <w:t>Pozn. V příp</w:t>
            </w:r>
            <w:r w:rsidR="00A07EA0" w:rsidRPr="003F53A9">
              <w:rPr>
                <w:rFonts w:eastAsia="Times New Roman" w:cs="Times New Roman"/>
                <w:highlight w:val="green"/>
                <w:lang w:eastAsia="cs-CZ"/>
              </w:rPr>
              <w:t>adě, že dodavatel uvede více členů realizačního týmu</w:t>
            </w:r>
            <w:r w:rsidRPr="003F53A9">
              <w:rPr>
                <w:rFonts w:eastAsia="Times New Roman" w:cs="Times New Roman"/>
                <w:highlight w:val="green"/>
                <w:lang w:eastAsia="cs-CZ"/>
              </w:rPr>
              <w:t xml:space="preserve">, upraví dodavatel tabulku dle potřeby. </w:t>
            </w:r>
          </w:p>
        </w:tc>
      </w:tr>
      <w:tr w:rsidR="00F44645" w:rsidRPr="003F53A9" w14:paraId="4057DA1D" w14:textId="77777777" w:rsidTr="00A327CB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842" w:type="dxa"/>
            <w:gridSpan w:val="2"/>
          </w:tcPr>
          <w:p w14:paraId="7A343811" w14:textId="77777777" w:rsidR="00F44645" w:rsidRPr="003F53A9" w:rsidRDefault="00F44645" w:rsidP="00A327CB">
            <w:pPr>
              <w:rPr>
                <w:rFonts w:eastAsia="Times New Roman" w:cs="Times New Roman"/>
                <w:highlight w:val="green"/>
                <w:lang w:eastAsia="cs-CZ"/>
              </w:rPr>
            </w:pPr>
          </w:p>
        </w:tc>
      </w:tr>
    </w:tbl>
    <w:p w14:paraId="055760C8" w14:textId="77777777" w:rsidR="00F44645" w:rsidRPr="003F53A9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22F96180" w14:textId="77777777" w:rsidR="00F44645" w:rsidRPr="003F53A9" w:rsidRDefault="00F44645" w:rsidP="00F44645">
      <w:pPr>
        <w:spacing w:after="0" w:line="240" w:lineRule="auto"/>
        <w:rPr>
          <w:rFonts w:eastAsia="Times New Roman" w:cs="Times New Roman"/>
          <w:highlight w:val="green"/>
          <w:lang w:eastAsia="cs-CZ"/>
        </w:rPr>
      </w:pPr>
    </w:p>
    <w:p w14:paraId="541E27BE" w14:textId="77777777" w:rsidR="00F44645" w:rsidRPr="003F53A9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3F53A9">
        <w:rPr>
          <w:rFonts w:eastAsia="Times New Roman" w:cs="Times New Roman"/>
          <w:highlight w:val="green"/>
          <w:lang w:eastAsia="cs-CZ"/>
        </w:rPr>
        <w:t>Přílohy:</w:t>
      </w:r>
    </w:p>
    <w:p w14:paraId="23E77F5D" w14:textId="0B587076" w:rsidR="00F44645" w:rsidRPr="003F53A9" w:rsidRDefault="00F44645" w:rsidP="00F44645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highlight w:val="green"/>
          <w:lang w:eastAsia="cs-CZ"/>
        </w:rPr>
      </w:pPr>
      <w:r w:rsidRPr="003F53A9">
        <w:rPr>
          <w:rFonts w:eastAsia="Times New Roman" w:cs="Times New Roman"/>
          <w:highlight w:val="green"/>
          <w:lang w:eastAsia="cs-CZ"/>
        </w:rPr>
        <w:t>Životopis Název funkce</w:t>
      </w:r>
    </w:p>
    <w:p w14:paraId="32A27CB1" w14:textId="0FA34E0D" w:rsidR="000128D4" w:rsidRDefault="00F44645" w:rsidP="00F44645">
      <w:pPr>
        <w:spacing w:after="0"/>
        <w:rPr>
          <w:rFonts w:eastAsia="Times New Roman" w:cs="Times New Roman"/>
          <w:lang w:eastAsia="cs-CZ"/>
        </w:rPr>
      </w:pPr>
      <w:r w:rsidRPr="003F53A9">
        <w:rPr>
          <w:rFonts w:eastAsia="Times New Roman" w:cs="Times New Roman"/>
          <w:highlight w:val="green"/>
          <w:lang w:eastAsia="cs-CZ"/>
        </w:rPr>
        <w:t>Jiné</w:t>
      </w:r>
      <w:r w:rsidR="000128D4">
        <w:rPr>
          <w:rFonts w:eastAsia="Times New Roman" w:cs="Times New Roman"/>
          <w:lang w:eastAsia="cs-CZ"/>
        </w:rPr>
        <w:br w:type="page"/>
      </w:r>
    </w:p>
    <w:p w14:paraId="1E966E17" w14:textId="5E27DA33" w:rsidR="000128D4" w:rsidRPr="000128D4" w:rsidRDefault="000128D4" w:rsidP="00F44645">
      <w:pPr>
        <w:pStyle w:val="Nadpis2"/>
        <w:numPr>
          <w:ilvl w:val="0"/>
          <w:numId w:val="34"/>
        </w:numPr>
      </w:pPr>
      <w:bookmarkStart w:id="7" w:name="_Toc159923817"/>
      <w:r w:rsidRPr="000128D4">
        <w:lastRenderedPageBreak/>
        <w:t>Čestné prohlášení o ekonomické kvalifikaci</w:t>
      </w:r>
      <w:bookmarkEnd w:id="7"/>
      <w:r w:rsidR="00D523CA">
        <w:t xml:space="preserve"> Zadavatel nepožaduje</w:t>
      </w:r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p w14:paraId="7FAA3B71" w14:textId="7D3BE98C" w:rsidR="000128D4" w:rsidRDefault="000128D4" w:rsidP="000128D4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40B768D1" w14:textId="77777777" w:rsidR="000128D4" w:rsidRDefault="000128D4" w:rsidP="000128D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73D030D" w14:textId="77777777" w:rsidR="000128D4" w:rsidRPr="00FE59C5" w:rsidRDefault="000128D4" w:rsidP="000128D4"/>
    <w:p w14:paraId="5AAADD7E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8000775" w14:textId="77777777" w:rsidR="00E85D44" w:rsidRDefault="00E85D44" w:rsidP="00E85D44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42B07CA" w14:textId="77777777" w:rsidR="0031280B" w:rsidRPr="00F6555E" w:rsidRDefault="0031280B" w:rsidP="0031280B"/>
    <w:p w14:paraId="67A774CC" w14:textId="41DA5EE1" w:rsidR="002126E7" w:rsidRDefault="002126E7" w:rsidP="00F0533E">
      <w:pPr>
        <w:rPr>
          <w:highlight w:val="green"/>
        </w:rPr>
      </w:pPr>
      <w:r>
        <w:rPr>
          <w:highlight w:val="green"/>
        </w:rPr>
        <w:br w:type="page"/>
      </w:r>
    </w:p>
    <w:p w14:paraId="65C4DD60" w14:textId="2531A720" w:rsidR="002126E7" w:rsidRDefault="002126E7" w:rsidP="002126E7">
      <w:pPr>
        <w:pStyle w:val="Nadpis2"/>
        <w:numPr>
          <w:ilvl w:val="0"/>
          <w:numId w:val="34"/>
        </w:numPr>
        <w:rPr>
          <w:rFonts w:eastAsia="Times New Roman"/>
        </w:rPr>
      </w:pPr>
      <w:bookmarkStart w:id="8" w:name="_Toc159923818"/>
      <w:r w:rsidRPr="002126E7">
        <w:lastRenderedPageBreak/>
        <w:t>Čestné</w:t>
      </w:r>
      <w:r>
        <w:rPr>
          <w:rFonts w:eastAsia="Times New Roman"/>
        </w:rPr>
        <w:t xml:space="preserve"> prohlášení účastníka o splnění podmínek v souvislosti s</w:t>
      </w:r>
      <w:r w:rsidR="00EA02CF">
        <w:rPr>
          <w:rFonts w:eastAsia="Times New Roman"/>
        </w:rPr>
        <w:t> mezinárodními sankcemi</w:t>
      </w:r>
      <w:bookmarkEnd w:id="8"/>
    </w:p>
    <w:p w14:paraId="4C6D9E97" w14:textId="77777777" w:rsidR="002126E7" w:rsidRDefault="002126E7" w:rsidP="002126E7"/>
    <w:p w14:paraId="5DAB6B35" w14:textId="77777777" w:rsidR="009D6D1B" w:rsidRDefault="009D6D1B" w:rsidP="009D6D1B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143CAB25" w14:textId="77777777" w:rsidR="009D6D1B" w:rsidRPr="00471B29" w:rsidRDefault="009D6D1B" w:rsidP="009D6D1B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767E6A94" w14:textId="77777777" w:rsidR="009D6D1B" w:rsidRDefault="009D6D1B" w:rsidP="009D6D1B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6ACB9C2F" w14:textId="77777777" w:rsidR="009D6D1B" w:rsidRPr="007F769F" w:rsidRDefault="009D6D1B" w:rsidP="009D6D1B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>
        <w:t xml:space="preserve">, anebo osobami dle </w:t>
      </w:r>
      <w:r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>
        <w:t xml:space="preserve"> anebo osobami dle čl. 2 nařízení Rady (EU) č. 208/2014 ze dne 5. března 2014 o omezujících opatřeních vůči některým osobám, subjektům a orgánům vzhledem k situaci na Ukrajině</w:t>
      </w:r>
      <w:r w:rsidRPr="00471B29">
        <w:t>, ve znění pozdějších předpisů</w:t>
      </w:r>
      <w:r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Pr="00EB54C9">
        <w:t xml:space="preserve"> 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Pr="00471B29">
        <w:t>„</w:t>
      </w:r>
      <w:r w:rsidRPr="00471B29">
        <w:rPr>
          <w:rStyle w:val="Kurzvatun"/>
        </w:rPr>
        <w:t>sankční seznamy</w:t>
      </w:r>
      <w:r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2033B0FC" w14:textId="77777777" w:rsidR="009D6D1B" w:rsidRPr="007F769F" w:rsidRDefault="009D6D1B" w:rsidP="009D6D1B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0A28DA45" w14:textId="7A197B66" w:rsidR="006C2F26" w:rsidRDefault="009D6D1B" w:rsidP="009D6D1B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67164F17" w14:textId="77777777" w:rsidR="002126E7" w:rsidRPr="00A035EA" w:rsidRDefault="002126E7" w:rsidP="002126E7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6286BD33" w14:textId="3FCF3DEC" w:rsidR="002126E7" w:rsidRDefault="002126E7" w:rsidP="002126E7">
      <w:pPr>
        <w:spacing w:line="240" w:lineRule="auto"/>
        <w:jc w:val="both"/>
        <w:rPr>
          <w:rFonts w:eastAsia="Calibri" w:cs="Times New Roman"/>
        </w:rPr>
      </w:pPr>
    </w:p>
    <w:p w14:paraId="7867225A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D07EA33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07DCE995" w14:textId="77777777" w:rsidR="009D6D1B" w:rsidRDefault="009D6D1B" w:rsidP="002126E7">
      <w:pPr>
        <w:spacing w:line="240" w:lineRule="auto"/>
        <w:jc w:val="both"/>
        <w:rPr>
          <w:rFonts w:eastAsia="Calibri" w:cs="Times New Roman"/>
        </w:rPr>
      </w:pPr>
    </w:p>
    <w:p w14:paraId="6615378D" w14:textId="77777777" w:rsidR="002126E7" w:rsidRDefault="002126E7" w:rsidP="002126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6C8EDC3D" w14:textId="77777777" w:rsidR="00F86FD9" w:rsidRDefault="00F86FD9" w:rsidP="00F86FD9">
      <w:pPr>
        <w:pStyle w:val="Nadpis2"/>
        <w:numPr>
          <w:ilvl w:val="0"/>
          <w:numId w:val="39"/>
        </w:numPr>
        <w:spacing w:line="240" w:lineRule="auto"/>
        <w:jc w:val="both"/>
        <w:rPr>
          <w:rFonts w:eastAsia="Times New Roman"/>
        </w:rPr>
      </w:pPr>
      <w:bookmarkStart w:id="9" w:name="_Toc115422087"/>
      <w:bookmarkStart w:id="10" w:name="_Toc159923819"/>
      <w:r w:rsidRPr="002126E7">
        <w:t>Čestné</w:t>
      </w:r>
      <w:r w:rsidRPr="00364FF2">
        <w:rPr>
          <w:rFonts w:eastAsia="Times New Roman"/>
        </w:rPr>
        <w:t xml:space="preserve"> prohlášení o poddodavatelích</w:t>
      </w:r>
      <w:bookmarkEnd w:id="9"/>
      <w:bookmarkEnd w:id="10"/>
      <w:r w:rsidRPr="00364FF2">
        <w:rPr>
          <w:rFonts w:eastAsia="Times New Roman"/>
        </w:rPr>
        <w:t xml:space="preserve"> </w:t>
      </w:r>
    </w:p>
    <w:p w14:paraId="3FA40E58" w14:textId="77777777" w:rsidR="00F86FD9" w:rsidRPr="00364FF2" w:rsidRDefault="00F86FD9" w:rsidP="00F86FD9">
      <w:pPr>
        <w:rPr>
          <w:lang w:eastAsia="cs-CZ"/>
        </w:rPr>
      </w:pPr>
    </w:p>
    <w:p w14:paraId="71422AAE" w14:textId="5AE41D49" w:rsidR="00F86FD9" w:rsidRDefault="00EA444A" w:rsidP="00F86FD9">
      <w:pPr>
        <w:jc w:val="both"/>
        <w:rPr>
          <w:rFonts w:ascii="Verdana" w:hAnsi="Verdana"/>
        </w:rPr>
      </w:pPr>
      <w:r>
        <w:rPr>
          <w:rFonts w:ascii="Verdana" w:hAnsi="Verdana"/>
        </w:rPr>
        <w:t xml:space="preserve">Účastník, </w:t>
      </w:r>
      <w:r w:rsidR="00F86FD9">
        <w:rPr>
          <w:rFonts w:ascii="Verdana" w:hAnsi="Verdana"/>
        </w:rPr>
        <w:t xml:space="preserve">který podává </w:t>
      </w:r>
      <w:r>
        <w:rPr>
          <w:rFonts w:ascii="Verdana" w:hAnsi="Verdana"/>
        </w:rPr>
        <w:t xml:space="preserve">tuto </w:t>
      </w:r>
      <w:r w:rsidR="00F86FD9">
        <w:rPr>
          <w:rFonts w:ascii="Verdana" w:hAnsi="Verdana"/>
        </w:rPr>
        <w:t>nabídku, tímto čestně prohlašuje, že</w:t>
      </w:r>
      <w:r w:rsidR="00F86FD9">
        <w:rPr>
          <w:rStyle w:val="Znakapoznpodarou"/>
          <w:rFonts w:ascii="Verdana" w:hAnsi="Verdana"/>
        </w:rPr>
        <w:footnoteReference w:id="5"/>
      </w:r>
      <w:r w:rsidR="00F86FD9">
        <w:rPr>
          <w:rFonts w:ascii="Verdana" w:hAnsi="Verdana"/>
        </w:rPr>
        <w:t>:</w:t>
      </w:r>
    </w:p>
    <w:bookmarkStart w:id="11" w:name="Zaškrtávací1"/>
    <w:p w14:paraId="126C56C4" w14:textId="56FB014E" w:rsidR="00F86FD9" w:rsidRDefault="00F86FD9" w:rsidP="00F86FD9">
      <w:pPr>
        <w:ind w:left="708" w:hanging="708"/>
        <w:jc w:val="both"/>
        <w:rPr>
          <w:rFonts w:ascii="Verdana" w:hAnsi="Verdana"/>
        </w:rPr>
      </w:pPr>
      <w: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3F53A9">
        <w:fldChar w:fldCharType="separate"/>
      </w:r>
      <w:r>
        <w:fldChar w:fldCharType="end"/>
      </w:r>
      <w:bookmarkEnd w:id="11"/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D523CA">
        <w:rPr>
          <w:rFonts w:ascii="Verdana" w:hAnsi="Verdana"/>
          <w:b/>
          <w:bCs/>
        </w:rPr>
        <w:t>Prohlídky UTZ zabezpečovacího zařízení v obvodu SSZT OŘ UNL 2025</w:t>
      </w:r>
      <w:r>
        <w:rPr>
          <w:rFonts w:ascii="Verdana" w:hAnsi="Verdana"/>
        </w:rPr>
        <w:t>“ nepoužije žádné poddodavatele</w:t>
      </w:r>
      <w:r>
        <w:rPr>
          <w:rStyle w:val="Znakapoznpodarou"/>
          <w:rFonts w:ascii="Verdana" w:hAnsi="Verdana"/>
        </w:rPr>
        <w:footnoteReference w:id="6"/>
      </w:r>
      <w:r>
        <w:rPr>
          <w:rFonts w:ascii="Verdana" w:hAnsi="Verdana"/>
        </w:rPr>
        <w:t xml:space="preserve">. </w:t>
      </w:r>
    </w:p>
    <w:p w14:paraId="614952ED" w14:textId="2A228FCE" w:rsidR="00F86FD9" w:rsidRDefault="00F86FD9" w:rsidP="00F86FD9">
      <w:pPr>
        <w:tabs>
          <w:tab w:val="num" w:pos="360"/>
        </w:tabs>
        <w:ind w:left="708" w:hanging="708"/>
        <w:jc w:val="both"/>
        <w:rPr>
          <w:rFonts w:ascii="Verdana" w:hAnsi="Verdana"/>
        </w:rPr>
      </w:pPr>
      <w:r>
        <w:rPr>
          <w:rFonts w:ascii="Verdana" w:hAnsi="Verdana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Verdana" w:hAnsi="Verdana"/>
        </w:rPr>
        <w:instrText xml:space="preserve"> FORMCHECKBOX </w:instrText>
      </w:r>
      <w:r w:rsidR="003F53A9">
        <w:rPr>
          <w:rFonts w:ascii="Verdana" w:hAnsi="Verdana"/>
        </w:rPr>
      </w:r>
      <w:r w:rsidR="003F53A9">
        <w:rPr>
          <w:rFonts w:ascii="Verdana" w:hAnsi="Verdana"/>
        </w:rPr>
        <w:fldChar w:fldCharType="separate"/>
      </w:r>
      <w:r>
        <w:rPr>
          <w:rFonts w:ascii="Verdana" w:hAnsi="Verdana"/>
        </w:rPr>
        <w:fldChar w:fldCharType="end"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827CF">
        <w:rPr>
          <w:rFonts w:ascii="Verdana" w:hAnsi="Verdana"/>
        </w:rPr>
        <w:t>p</w:t>
      </w:r>
      <w:r>
        <w:rPr>
          <w:rFonts w:ascii="Verdana" w:hAnsi="Verdana"/>
        </w:rPr>
        <w:t>ři plnění veřejné zakázky s názvem „</w:t>
      </w:r>
      <w:r w:rsidR="00D523CA">
        <w:rPr>
          <w:rFonts w:ascii="Verdana" w:hAnsi="Verdana"/>
          <w:b/>
          <w:bCs/>
        </w:rPr>
        <w:t>Prohlídky UTZ zabezpečovacího zařízení v obvodu SSZT OŘ UNL 2025</w:t>
      </w:r>
      <w:r>
        <w:rPr>
          <w:rFonts w:ascii="Verdana" w:hAnsi="Verdana"/>
        </w:rPr>
        <w:t>“ použije tyto poddodavatele:</w:t>
      </w:r>
    </w:p>
    <w:p w14:paraId="54FF3101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780"/>
        <w:gridCol w:w="5906"/>
      </w:tblGrid>
      <w:tr w:rsidR="00F86FD9" w14:paraId="103E6BD3" w14:textId="77777777" w:rsidTr="00E416ED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5D07C436" w14:textId="77777777" w:rsidR="00F86FD9" w:rsidRDefault="00F86FD9" w:rsidP="00E416E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  <w:hideMark/>
          </w:tcPr>
          <w:p w14:paraId="0DFF2516" w14:textId="77777777" w:rsidR="00F86FD9" w:rsidRDefault="00F86FD9" w:rsidP="00E416E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86FD9" w14:paraId="75AFC15F" w14:textId="77777777" w:rsidTr="00E416ED">
        <w:trPr>
          <w:cantSplit/>
        </w:trPr>
        <w:sdt>
          <w:sdtPr>
            <w:rPr>
              <w:rFonts w:ascii="Verdana" w:hAnsi="Verdana"/>
            </w:rPr>
            <w:id w:val="-646209514"/>
            <w:placeholder>
              <w:docPart w:val="0BD1018FEB8D43CB9D52E2F9495FF1A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5BB4549" w14:textId="77777777" w:rsidR="00F86FD9" w:rsidRDefault="00F86FD9" w:rsidP="00E416ED">
                <w:pPr>
                  <w:jc w:val="center"/>
                  <w:rPr>
                    <w:rFonts w:ascii="Verdana" w:hAnsi="Verdana" w:cs="Times New Roman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776780806"/>
            <w:placeholder>
              <w:docPart w:val="65428E6DE9194E5387E153755E89B02B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C5DCDDF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3CA1DA56" w14:textId="77777777" w:rsidTr="00E416ED">
        <w:trPr>
          <w:cantSplit/>
        </w:trPr>
        <w:sdt>
          <w:sdtPr>
            <w:rPr>
              <w:rFonts w:ascii="Verdana" w:hAnsi="Verdana"/>
            </w:rPr>
            <w:id w:val="550968649"/>
            <w:placeholder>
              <w:docPart w:val="3BD0F25702A2479682EA42111C29562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29A3FC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310978252"/>
            <w:placeholder>
              <w:docPart w:val="4EA141EA40974E7889EBCE53618FFF7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28DFFFA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13C215D" w14:textId="77777777" w:rsidTr="00E416ED">
        <w:trPr>
          <w:cantSplit/>
        </w:trPr>
        <w:sdt>
          <w:sdtPr>
            <w:rPr>
              <w:rFonts w:ascii="Verdana" w:hAnsi="Verdana"/>
            </w:rPr>
            <w:id w:val="-639029716"/>
            <w:placeholder>
              <w:docPart w:val="4ABEAB1C1D75492B87E99FAFD34CAFE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841D7C8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87273182"/>
            <w:placeholder>
              <w:docPart w:val="759443CFE69840499A54505DC3AE6A4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0FFD286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0C1FB7F" w14:textId="77777777" w:rsidTr="00E416ED">
        <w:trPr>
          <w:cantSplit/>
        </w:trPr>
        <w:sdt>
          <w:sdtPr>
            <w:rPr>
              <w:rFonts w:ascii="Verdana" w:hAnsi="Verdana"/>
            </w:rPr>
            <w:id w:val="-124620505"/>
            <w:placeholder>
              <w:docPart w:val="51B40D9DB7E0449F96C062ED23429E85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AD8DFF4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67756794"/>
            <w:placeholder>
              <w:docPart w:val="069F72DEC41846EDB36F5EEC4A661C1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D1459B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7512F392" w14:textId="77777777" w:rsidTr="00E416ED">
        <w:trPr>
          <w:cantSplit/>
        </w:trPr>
        <w:sdt>
          <w:sdtPr>
            <w:rPr>
              <w:rFonts w:ascii="Verdana" w:hAnsi="Verdana"/>
            </w:rPr>
            <w:id w:val="-2085137432"/>
            <w:placeholder>
              <w:docPart w:val="9E072CE91767430CAA9D9F66555756D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CDA1E50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79504028"/>
            <w:placeholder>
              <w:docPart w:val="C3F732DF9FF94D63B17EAAE5B7A0D3D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6C9C18C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595F811C" w14:textId="77777777" w:rsidTr="00E416ED">
        <w:trPr>
          <w:cantSplit/>
        </w:trPr>
        <w:sdt>
          <w:sdtPr>
            <w:rPr>
              <w:rFonts w:ascii="Verdana" w:hAnsi="Verdana"/>
            </w:rPr>
            <w:id w:val="1993667343"/>
            <w:placeholder>
              <w:docPart w:val="A589BA781246449CBB8DA87AAFB3C1B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73170E77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05336816"/>
            <w:placeholder>
              <w:docPart w:val="C3D2F334D1974AA98D1D89B18047EBAC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5692D0C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4400FE29" w14:textId="77777777" w:rsidTr="00E416ED">
        <w:trPr>
          <w:cantSplit/>
        </w:trPr>
        <w:sdt>
          <w:sdtPr>
            <w:rPr>
              <w:rFonts w:ascii="Verdana" w:hAnsi="Verdana"/>
            </w:rPr>
            <w:id w:val="1086031411"/>
            <w:placeholder>
              <w:docPart w:val="D56A3AB9E81045F5A4F98BD29323BF44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3FE8F8D2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1951428158"/>
            <w:placeholder>
              <w:docPart w:val="909C3C0DC3294D51935896771B67781D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79E6E79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86FD9" w14:paraId="626D0630" w14:textId="77777777" w:rsidTr="00E416ED">
        <w:trPr>
          <w:cantSplit/>
        </w:trPr>
        <w:sdt>
          <w:sdtPr>
            <w:rPr>
              <w:rFonts w:ascii="Verdana" w:hAnsi="Verdana"/>
            </w:rPr>
            <w:id w:val="497931481"/>
            <w:placeholder>
              <w:docPart w:val="FC36EA2621E849D7A81FBB6297687589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75233B7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740838909"/>
            <w:placeholder>
              <w:docPart w:val="28CD3796040C4292BAC524A34C532B9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left w:val="nil"/>
                  <w:bottom w:val="single" w:sz="12" w:space="0" w:color="auto"/>
                  <w:right w:val="single" w:sz="6" w:space="0" w:color="auto"/>
                </w:tcBorders>
                <w:hideMark/>
              </w:tcPr>
              <w:p w14:paraId="63AC4201" w14:textId="77777777" w:rsidR="00F86FD9" w:rsidRDefault="00F86FD9" w:rsidP="00E416ED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0B9359E0" w14:textId="77777777" w:rsidR="00F86FD9" w:rsidRDefault="00F86FD9" w:rsidP="00F86FD9">
      <w:pPr>
        <w:tabs>
          <w:tab w:val="num" w:pos="360"/>
        </w:tabs>
        <w:jc w:val="both"/>
        <w:rPr>
          <w:rFonts w:ascii="Verdana" w:hAnsi="Verdana"/>
        </w:rPr>
      </w:pPr>
    </w:p>
    <w:p w14:paraId="2EEB9236" w14:textId="77777777" w:rsidR="00F86FD9" w:rsidRDefault="00F86FD9" w:rsidP="00F86FD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1E54DF10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38FE1A31" w14:textId="77777777" w:rsidR="00F86FD9" w:rsidRDefault="00F86FD9" w:rsidP="00F86FD9">
      <w:pPr>
        <w:spacing w:line="240" w:lineRule="auto"/>
        <w:jc w:val="both"/>
        <w:rPr>
          <w:rFonts w:eastAsia="Times New Roman" w:cs="Times New Roman"/>
          <w:lang w:eastAsia="cs-CZ"/>
        </w:rPr>
      </w:pPr>
    </w:p>
    <w:p w14:paraId="40CCFAE0" w14:textId="77777777" w:rsidR="00F86FD9" w:rsidRDefault="00F86FD9" w:rsidP="002126E7">
      <w:pPr>
        <w:rPr>
          <w:lang w:eastAsia="cs-CZ"/>
        </w:rPr>
      </w:pPr>
    </w:p>
    <w:p w14:paraId="1B111040" w14:textId="77777777" w:rsidR="00F86FD9" w:rsidRDefault="00F86FD9" w:rsidP="002126E7">
      <w:pPr>
        <w:rPr>
          <w:lang w:eastAsia="cs-CZ"/>
        </w:rPr>
      </w:pPr>
    </w:p>
    <w:p w14:paraId="0A7BC2DC" w14:textId="77777777" w:rsidR="00F86FD9" w:rsidRDefault="00F86FD9" w:rsidP="002126E7">
      <w:pPr>
        <w:rPr>
          <w:lang w:eastAsia="cs-CZ"/>
        </w:rPr>
      </w:pPr>
    </w:p>
    <w:p w14:paraId="1791E1B7" w14:textId="4D849A21" w:rsidR="00F86FD9" w:rsidRDefault="00F86FD9" w:rsidP="002126E7">
      <w:pPr>
        <w:rPr>
          <w:lang w:eastAsia="cs-CZ"/>
        </w:rPr>
      </w:pPr>
    </w:p>
    <w:p w14:paraId="7319BA87" w14:textId="3D15C561" w:rsidR="000F5766" w:rsidRDefault="000F5766" w:rsidP="002126E7">
      <w:pPr>
        <w:rPr>
          <w:lang w:eastAsia="cs-CZ"/>
        </w:rPr>
      </w:pPr>
    </w:p>
    <w:p w14:paraId="0741E94B" w14:textId="069F8790" w:rsidR="000F5766" w:rsidRDefault="000F5766" w:rsidP="002126E7">
      <w:pPr>
        <w:rPr>
          <w:lang w:eastAsia="cs-CZ"/>
        </w:rPr>
      </w:pPr>
    </w:p>
    <w:p w14:paraId="31206453" w14:textId="3401D6AF" w:rsidR="000F5766" w:rsidRDefault="000F5766" w:rsidP="002126E7">
      <w:pPr>
        <w:rPr>
          <w:lang w:eastAsia="cs-CZ"/>
        </w:rPr>
      </w:pPr>
    </w:p>
    <w:p w14:paraId="377D6ADF" w14:textId="747408D2" w:rsidR="00CB377A" w:rsidRDefault="00CB377A" w:rsidP="00CB377A">
      <w:pPr>
        <w:pStyle w:val="Nadpis2"/>
        <w:numPr>
          <w:ilvl w:val="0"/>
          <w:numId w:val="39"/>
        </w:numPr>
        <w:spacing w:line="240" w:lineRule="auto"/>
        <w:ind w:left="2552" w:hanging="2192"/>
        <w:jc w:val="both"/>
        <w:rPr>
          <w:rFonts w:eastAsia="Times New Roman"/>
        </w:rPr>
      </w:pPr>
      <w:bookmarkStart w:id="12" w:name="_Toc159923820"/>
      <w:r>
        <w:t>Seznam zaměstnanců účastníka, u kterých je požadován</w:t>
      </w:r>
      <w:r w:rsidR="0067079F">
        <w:t>a</w:t>
      </w:r>
      <w:r>
        <w:t xml:space="preserve"> odborná způsobilost v souladu s předpisem SŽ Zam1</w:t>
      </w:r>
      <w:r w:rsidRPr="00364FF2">
        <w:rPr>
          <w:rFonts w:eastAsia="Times New Roman"/>
        </w:rPr>
        <w:t xml:space="preserve"> </w:t>
      </w:r>
      <w:bookmarkEnd w:id="12"/>
    </w:p>
    <w:p w14:paraId="6179C979" w14:textId="77777777" w:rsidR="00CB377A" w:rsidRPr="00364FF2" w:rsidRDefault="00CB377A" w:rsidP="00CB377A">
      <w:pPr>
        <w:rPr>
          <w:lang w:eastAsia="cs-CZ"/>
        </w:rPr>
      </w:pPr>
    </w:p>
    <w:p w14:paraId="06B7F37A" w14:textId="77777777" w:rsidR="00FB7211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Účastník, který podává tuto nabídku, tímto čestně prohlašuje, že</w:t>
      </w:r>
    </w:p>
    <w:p w14:paraId="18330658" w14:textId="1C15ADC4" w:rsidR="00CB377A" w:rsidRDefault="00CB377A" w:rsidP="00CB377A">
      <w:pPr>
        <w:jc w:val="both"/>
        <w:rPr>
          <w:rFonts w:ascii="Verdana" w:hAnsi="Verdana"/>
        </w:rPr>
      </w:pPr>
      <w:r>
        <w:rPr>
          <w:rFonts w:ascii="Verdana" w:hAnsi="Verdana"/>
        </w:rPr>
        <w:t>níže uveden</w:t>
      </w:r>
      <w:r w:rsidR="00FB7211">
        <w:rPr>
          <w:rFonts w:ascii="Verdana" w:hAnsi="Verdana"/>
        </w:rPr>
        <w:t xml:space="preserve">é osoby splňující odbornou způsobilost v souladu s předpisem SŽ Zam1 </w:t>
      </w:r>
      <w:r>
        <w:rPr>
          <w:rFonts w:ascii="Verdana" w:hAnsi="Verdana"/>
        </w:rPr>
        <w:t>jsou</w:t>
      </w:r>
      <w:r w:rsidR="00FB7211">
        <w:rPr>
          <w:rFonts w:ascii="Verdana" w:hAnsi="Verdana"/>
        </w:rPr>
        <w:t xml:space="preserve"> </w:t>
      </w:r>
      <w:r>
        <w:rPr>
          <w:rFonts w:ascii="Verdana" w:hAnsi="Verdana"/>
        </w:rPr>
        <w:t>v pracovním nebo obdobném poměru</w:t>
      </w:r>
      <w:r w:rsidR="00FB7211">
        <w:rPr>
          <w:rFonts w:ascii="Verdana" w:hAnsi="Verdana"/>
        </w:rPr>
        <w:t xml:space="preserve"> k účastníkovi.</w:t>
      </w:r>
    </w:p>
    <w:p w14:paraId="53FECEAA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2543"/>
        <w:gridCol w:w="3403"/>
        <w:gridCol w:w="2740"/>
      </w:tblGrid>
      <w:tr w:rsidR="00FB7211" w14:paraId="790221D6" w14:textId="77777777" w:rsidTr="00D523CA">
        <w:trPr>
          <w:cantSplit/>
        </w:trPr>
        <w:tc>
          <w:tcPr>
            <w:tcW w:w="1464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714B2A7E" w14:textId="07EA1CE8" w:rsidR="00FB7211" w:rsidRDefault="00FB7211" w:rsidP="00BA484D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Odborná způsobilost</w:t>
            </w:r>
          </w:p>
        </w:tc>
        <w:tc>
          <w:tcPr>
            <w:tcW w:w="1959" w:type="pct"/>
            <w:tcBorders>
              <w:top w:val="single" w:sz="6" w:space="0" w:color="auto"/>
              <w:left w:val="nil"/>
              <w:bottom w:val="single" w:sz="12" w:space="0" w:color="auto"/>
              <w:right w:val="single" w:sz="6" w:space="0" w:color="auto"/>
            </w:tcBorders>
          </w:tcPr>
          <w:p w14:paraId="7F2172E5" w14:textId="38265069" w:rsidR="00FB7211" w:rsidRDefault="00FB7211" w:rsidP="00BA484D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</w:p>
        </w:tc>
        <w:tc>
          <w:tcPr>
            <w:tcW w:w="1577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hideMark/>
          </w:tcPr>
          <w:p w14:paraId="6BAA22B3" w14:textId="1E63F8B1" w:rsidR="00FB7211" w:rsidRDefault="00FB7211" w:rsidP="00BA484D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Zaměstnanecký poměr k účastníkovi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FB7211" w14:paraId="6B28E0B1" w14:textId="77777777" w:rsidTr="00D523CA">
        <w:trPr>
          <w:cantSplit/>
        </w:trPr>
        <w:sdt>
          <w:sdtPr>
            <w:rPr>
              <w:rFonts w:ascii="Verdana" w:hAnsi="Verdana"/>
              <w:b/>
              <w:bCs/>
            </w:rPr>
            <w:id w:val="804745449"/>
            <w:placeholder>
              <w:docPart w:val="7591A3CEB0CF44CA829DC529712762D5"/>
            </w:placeholder>
          </w:sdtPr>
          <w:sdtEndPr/>
          <w:sdtContent>
            <w:tc>
              <w:tcPr>
                <w:tcW w:w="1464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1D915D6" w14:textId="582CF584" w:rsidR="00FB7211" w:rsidRPr="00D523CA" w:rsidRDefault="00D523CA" w:rsidP="00FB7211">
                <w:pPr>
                  <w:jc w:val="center"/>
                  <w:rPr>
                    <w:rFonts w:ascii="Verdana" w:hAnsi="Verdana" w:cs="Times New Roman"/>
                    <w:b/>
                    <w:bCs/>
                  </w:rPr>
                </w:pPr>
                <w:r w:rsidRPr="00D523CA">
                  <w:rPr>
                    <w:rFonts w:ascii="Verdana" w:hAnsi="Verdana"/>
                    <w:b/>
                    <w:bCs/>
                  </w:rPr>
                  <w:t>TZE (požadováno u pozice Inspektor UTZ)</w:t>
                </w:r>
              </w:p>
            </w:tc>
          </w:sdtContent>
        </w:sdt>
        <w:sdt>
          <w:sdtPr>
            <w:rPr>
              <w:rFonts w:ascii="Verdana" w:hAnsi="Verdana"/>
            </w:rPr>
            <w:id w:val="1066765905"/>
            <w:placeholder>
              <w:docPart w:val="424FC33EBFD04CFCB05F4E1EC251A56F"/>
            </w:placeholder>
            <w:showingPlcHdr/>
          </w:sdtPr>
          <w:sdtEndPr/>
          <w:sdtContent>
            <w:tc>
              <w:tcPr>
                <w:tcW w:w="1959" w:type="pct"/>
                <w:tcBorders>
                  <w:top w:val="nil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111B0AE3" w14:textId="0A0BB343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374544623"/>
            <w:placeholder>
              <w:docPart w:val="4E39395637AE4EF9B47EEBD8F0FB9DA4"/>
            </w:placeholder>
            <w:showingPlcHdr/>
          </w:sdtPr>
          <w:sdtEndPr/>
          <w:sdtContent>
            <w:tc>
              <w:tcPr>
                <w:tcW w:w="1577" w:type="pct"/>
                <w:tcBorders>
                  <w:top w:val="nil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60279FC3" w14:textId="4141B72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002845AE" w14:textId="77777777" w:rsidTr="00D523CA">
        <w:trPr>
          <w:cantSplit/>
        </w:trPr>
        <w:sdt>
          <w:sdtPr>
            <w:rPr>
              <w:rFonts w:ascii="Verdana" w:hAnsi="Verdana"/>
            </w:rPr>
            <w:id w:val="-246503261"/>
            <w:placeholder>
              <w:docPart w:val="6349F57A6C4247888AB8DA23F91BD2BE"/>
            </w:placeholder>
          </w:sdtPr>
          <w:sdtEndPr/>
          <w:sdtContent>
            <w:tc>
              <w:tcPr>
                <w:tcW w:w="146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1A40D2E0" w14:textId="645D68F6" w:rsidR="00FB7211" w:rsidRDefault="00D523CA" w:rsidP="00FB7211">
                <w:pPr>
                  <w:jc w:val="center"/>
                  <w:rPr>
                    <w:rFonts w:ascii="Verdana" w:hAnsi="Verdana"/>
                  </w:rPr>
                </w:pPr>
                <w:r w:rsidRPr="00D523CA">
                  <w:rPr>
                    <w:rFonts w:ascii="Verdana" w:hAnsi="Verdana"/>
                    <w:b/>
                    <w:bCs/>
                  </w:rPr>
                  <w:t>TZE (požadováno u pozice Inspektor UTZ)</w:t>
                </w:r>
              </w:p>
            </w:tc>
          </w:sdtContent>
        </w:sdt>
        <w:sdt>
          <w:sdtPr>
            <w:rPr>
              <w:rFonts w:ascii="Verdana" w:hAnsi="Verdana"/>
            </w:rPr>
            <w:id w:val="-1399041800"/>
            <w:placeholder>
              <w:docPart w:val="AC9312B00E2C4D1AA0979561E4754E6C"/>
            </w:placeholder>
            <w:showingPlcHdr/>
          </w:sdtPr>
          <w:sdtEndPr/>
          <w:sdtContent>
            <w:tc>
              <w:tcPr>
                <w:tcW w:w="1959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47AAC4CC" w14:textId="4B0B1CA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697230593"/>
            <w:placeholder>
              <w:docPart w:val="184FA291A7FA49479B872B7D61105EF6"/>
            </w:placeholder>
            <w:showingPlcHdr/>
          </w:sdtPr>
          <w:sdtEndPr/>
          <w:sdtContent>
            <w:tc>
              <w:tcPr>
                <w:tcW w:w="1577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43E6967E" w14:textId="557D6C2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FB7211" w14:paraId="2F5E82B3" w14:textId="77777777" w:rsidTr="00D523CA">
        <w:trPr>
          <w:cantSplit/>
        </w:trPr>
        <w:sdt>
          <w:sdtPr>
            <w:rPr>
              <w:rFonts w:ascii="Verdana" w:hAnsi="Verdana"/>
            </w:rPr>
            <w:id w:val="-413313961"/>
            <w:placeholder>
              <w:docPart w:val="92D0C7473F9E4868BFD43493447EC2E7"/>
            </w:placeholder>
            <w:showingPlcHdr/>
          </w:sdtPr>
          <w:sdtEndPr/>
          <w:sdtContent>
            <w:tc>
              <w:tcPr>
                <w:tcW w:w="1464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2405D8E3" w14:textId="77777777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408276940"/>
            <w:placeholder>
              <w:docPart w:val="669757814DD240279B64E51A7675AF49"/>
            </w:placeholder>
            <w:showingPlcHdr/>
          </w:sdtPr>
          <w:sdtEndPr/>
          <w:sdtContent>
            <w:tc>
              <w:tcPr>
                <w:tcW w:w="1959" w:type="pct"/>
                <w:tcBorders>
                  <w:top w:val="single" w:sz="6" w:space="0" w:color="auto"/>
                  <w:left w:val="nil"/>
                  <w:bottom w:val="single" w:sz="6" w:space="0" w:color="auto"/>
                  <w:right w:val="single" w:sz="6" w:space="0" w:color="auto"/>
                </w:tcBorders>
              </w:tcPr>
              <w:p w14:paraId="7EF76693" w14:textId="0F5FEF80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</w:rPr>
            <w:id w:val="-243716323"/>
            <w:placeholder>
              <w:docPart w:val="AECDE91404074DB7AEBBB00AE08BA635"/>
            </w:placeholder>
            <w:showingPlcHdr/>
          </w:sdtPr>
          <w:sdtEndPr/>
          <w:sdtContent>
            <w:tc>
              <w:tcPr>
                <w:tcW w:w="1577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hideMark/>
              </w:tcPr>
              <w:p w14:paraId="0F5E4A8B" w14:textId="7D4C9B86" w:rsidR="00FB7211" w:rsidRDefault="00FB7211" w:rsidP="00FB7211">
                <w:pPr>
                  <w:jc w:val="center"/>
                  <w:rPr>
                    <w:rFonts w:ascii="Verdana" w:hAnsi="Verdana"/>
                  </w:rPr>
                </w:pPr>
                <w:r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9AE005" w14:textId="77777777" w:rsidR="00CB377A" w:rsidRDefault="00CB377A" w:rsidP="00CB377A">
      <w:pPr>
        <w:tabs>
          <w:tab w:val="num" w:pos="360"/>
        </w:tabs>
        <w:jc w:val="both"/>
        <w:rPr>
          <w:rFonts w:ascii="Verdana" w:hAnsi="Verdana"/>
        </w:rPr>
      </w:pPr>
    </w:p>
    <w:p w14:paraId="0890D53E" w14:textId="77777777" w:rsidR="00CB377A" w:rsidRDefault="00CB377A" w:rsidP="00CB377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p w14:paraId="4595C905" w14:textId="2558E759" w:rsidR="00CB377A" w:rsidRDefault="00CB377A" w:rsidP="002126E7">
      <w:pPr>
        <w:rPr>
          <w:lang w:eastAsia="cs-CZ"/>
        </w:rPr>
      </w:pPr>
    </w:p>
    <w:p w14:paraId="5EB00BF6" w14:textId="22FE69B7" w:rsidR="00CB377A" w:rsidRDefault="00CB377A" w:rsidP="002126E7">
      <w:pPr>
        <w:rPr>
          <w:lang w:eastAsia="cs-CZ"/>
        </w:rPr>
      </w:pPr>
    </w:p>
    <w:p w14:paraId="152A5EBC" w14:textId="62D694A6" w:rsidR="00CB377A" w:rsidRDefault="00CB377A" w:rsidP="002126E7">
      <w:pPr>
        <w:rPr>
          <w:lang w:eastAsia="cs-CZ"/>
        </w:rPr>
      </w:pPr>
    </w:p>
    <w:p w14:paraId="5D119FA3" w14:textId="07553BDA" w:rsidR="00CB377A" w:rsidRDefault="00CB377A" w:rsidP="002126E7">
      <w:pPr>
        <w:rPr>
          <w:lang w:eastAsia="cs-CZ"/>
        </w:rPr>
      </w:pPr>
    </w:p>
    <w:p w14:paraId="6BE5BC6F" w14:textId="351C383C" w:rsidR="00D523CA" w:rsidRDefault="00D523CA">
      <w:pPr>
        <w:rPr>
          <w:lang w:eastAsia="cs-CZ"/>
        </w:rPr>
      </w:pPr>
      <w:r>
        <w:rPr>
          <w:lang w:eastAsia="cs-CZ"/>
        </w:rPr>
        <w:br w:type="page"/>
      </w:r>
    </w:p>
    <w:p w14:paraId="16A63209" w14:textId="77777777" w:rsidR="00CB377A" w:rsidRDefault="00CB377A" w:rsidP="002126E7">
      <w:pPr>
        <w:rPr>
          <w:lang w:eastAsia="cs-CZ"/>
        </w:rPr>
      </w:pPr>
    </w:p>
    <w:p w14:paraId="6F33507F" w14:textId="77777777" w:rsidR="00CB377A" w:rsidRDefault="00CB377A" w:rsidP="002126E7">
      <w:pPr>
        <w:rPr>
          <w:lang w:eastAsia="cs-CZ"/>
        </w:rPr>
      </w:pPr>
    </w:p>
    <w:p w14:paraId="5F9A69BD" w14:textId="29D7FABE" w:rsidR="006827CF" w:rsidRPr="00364FF2" w:rsidRDefault="006827CF" w:rsidP="00CB377A">
      <w:pPr>
        <w:pStyle w:val="Nadpis2"/>
        <w:numPr>
          <w:ilvl w:val="0"/>
          <w:numId w:val="39"/>
        </w:numPr>
        <w:rPr>
          <w:lang w:eastAsia="cs-CZ"/>
        </w:rPr>
      </w:pPr>
      <w:bookmarkStart w:id="13" w:name="_Toc159923821"/>
      <w:r w:rsidRPr="002126E7">
        <w:t>Čestné</w:t>
      </w:r>
      <w:r w:rsidRPr="00AC029F">
        <w:rPr>
          <w:rFonts w:eastAsia="Times New Roman"/>
        </w:rPr>
        <w:t xml:space="preserve"> prohlášení o oprávnění ke vstupu do provozované železniční dopravní cesty</w:t>
      </w:r>
      <w:bookmarkEnd w:id="13"/>
    </w:p>
    <w:p w14:paraId="6F45A6AC" w14:textId="77777777" w:rsidR="00AC029F" w:rsidRDefault="00AC029F" w:rsidP="006827CF">
      <w:pPr>
        <w:jc w:val="both"/>
        <w:rPr>
          <w:rFonts w:ascii="Verdana" w:hAnsi="Verdana"/>
        </w:rPr>
      </w:pPr>
    </w:p>
    <w:p w14:paraId="16F79DE9" w14:textId="5DBB234A" w:rsidR="006827CF" w:rsidRDefault="006827CF" w:rsidP="006827CF">
      <w:pPr>
        <w:jc w:val="both"/>
      </w:pPr>
      <w:r>
        <w:rPr>
          <w:rFonts w:ascii="Verdana" w:hAnsi="Verdana"/>
        </w:rPr>
        <w:t>Účastník, který podává tuto nabídku, tímto čestně prohlašuje, že</w:t>
      </w:r>
    </w:p>
    <w:p w14:paraId="41D7734B" w14:textId="49E6BADD" w:rsidR="006827CF" w:rsidRDefault="006827CF" w:rsidP="006827CF">
      <w:pPr>
        <w:jc w:val="both"/>
        <w:rPr>
          <w:rFonts w:ascii="Verdana" w:hAnsi="Verdana"/>
        </w:rPr>
      </w:pPr>
      <w:r w:rsidRPr="006827CF">
        <w:rPr>
          <w:rFonts w:ascii="Verdana" w:hAnsi="Verdana"/>
        </w:rPr>
        <w:t xml:space="preserve">do 30 dní od podpisu </w:t>
      </w:r>
      <w:r>
        <w:rPr>
          <w:rFonts w:ascii="Verdana" w:hAnsi="Verdana"/>
        </w:rPr>
        <w:t>smlouvy</w:t>
      </w:r>
      <w:r w:rsidRPr="006827CF">
        <w:rPr>
          <w:rFonts w:ascii="Verdana" w:hAnsi="Verdana"/>
        </w:rPr>
        <w:t xml:space="preserve"> nebo nejpozději v den zahájení prací</w:t>
      </w:r>
      <w:r w:rsidR="00AC029F">
        <w:rPr>
          <w:rFonts w:ascii="Verdana" w:hAnsi="Verdana"/>
        </w:rPr>
        <w:t xml:space="preserve">, </w:t>
      </w:r>
      <w:r w:rsidRPr="006827CF">
        <w:rPr>
          <w:rFonts w:ascii="Verdana" w:hAnsi="Verdana"/>
        </w:rPr>
        <w:t>v případě, že od podpisu smlouvy do zahájení prací bude méně než 30 dní</w:t>
      </w:r>
      <w:r w:rsidR="00AC029F">
        <w:rPr>
          <w:rFonts w:ascii="Verdana" w:hAnsi="Verdana"/>
        </w:rPr>
        <w:t>,</w:t>
      </w:r>
      <w:r w:rsidRPr="006827CF">
        <w:rPr>
          <w:rFonts w:ascii="Verdana" w:hAnsi="Verdana"/>
        </w:rPr>
        <w:t xml:space="preserve"> budou mít všichni jeho zaměstnanci a zaměstnanci poddodavatelů podílejících se na veřejné zakázce</w:t>
      </w:r>
      <w:r w:rsidR="00AC029F">
        <w:rPr>
          <w:rFonts w:ascii="Verdana" w:hAnsi="Verdana"/>
        </w:rPr>
        <w:t xml:space="preserve"> vydáno </w:t>
      </w:r>
      <w:r w:rsidRPr="006827CF">
        <w:rPr>
          <w:rFonts w:ascii="Verdana" w:hAnsi="Verdana"/>
        </w:rPr>
        <w:t>oprávnění ke vstupu do provozované železniční dopravní cesty.</w:t>
      </w:r>
    </w:p>
    <w:p w14:paraId="02756420" w14:textId="421C3432" w:rsidR="00F86FD9" w:rsidRDefault="00F86FD9" w:rsidP="002126E7">
      <w:pPr>
        <w:rPr>
          <w:lang w:eastAsia="cs-CZ"/>
        </w:rPr>
      </w:pPr>
    </w:p>
    <w:p w14:paraId="4F0B4871" w14:textId="7EE6EE90" w:rsidR="006827CF" w:rsidRDefault="006827CF" w:rsidP="002126E7">
      <w:pPr>
        <w:rPr>
          <w:lang w:eastAsia="cs-CZ"/>
        </w:rPr>
      </w:pPr>
    </w:p>
    <w:p w14:paraId="7C5B1081" w14:textId="4C95315A" w:rsidR="006827CF" w:rsidRDefault="006827CF" w:rsidP="002126E7">
      <w:pPr>
        <w:rPr>
          <w:lang w:eastAsia="cs-CZ"/>
        </w:rPr>
      </w:pPr>
    </w:p>
    <w:p w14:paraId="129339B7" w14:textId="3519EA29" w:rsidR="006827CF" w:rsidRDefault="006827CF" w:rsidP="002126E7">
      <w:pPr>
        <w:rPr>
          <w:lang w:eastAsia="cs-CZ"/>
        </w:rPr>
      </w:pPr>
    </w:p>
    <w:p w14:paraId="3E390814" w14:textId="2CF7B14C" w:rsidR="006827CF" w:rsidRDefault="006827CF" w:rsidP="002126E7">
      <w:pPr>
        <w:rPr>
          <w:lang w:eastAsia="cs-CZ"/>
        </w:rPr>
      </w:pPr>
    </w:p>
    <w:p w14:paraId="355975C5" w14:textId="74E948D5" w:rsidR="006827CF" w:rsidRDefault="006827CF" w:rsidP="002126E7">
      <w:pPr>
        <w:rPr>
          <w:lang w:eastAsia="cs-CZ"/>
        </w:rPr>
      </w:pPr>
    </w:p>
    <w:p w14:paraId="349BFBFB" w14:textId="5F1E9589" w:rsidR="006827CF" w:rsidRDefault="006827CF" w:rsidP="002126E7">
      <w:pPr>
        <w:rPr>
          <w:lang w:eastAsia="cs-CZ"/>
        </w:rPr>
      </w:pPr>
    </w:p>
    <w:p w14:paraId="335BA24E" w14:textId="5D6E55A3" w:rsidR="006827CF" w:rsidRDefault="006827CF" w:rsidP="002126E7">
      <w:pPr>
        <w:rPr>
          <w:lang w:eastAsia="cs-CZ"/>
        </w:rPr>
      </w:pPr>
    </w:p>
    <w:p w14:paraId="6CD83D1B" w14:textId="3EAD2E6B" w:rsidR="006827CF" w:rsidRDefault="006827CF" w:rsidP="002126E7">
      <w:pPr>
        <w:rPr>
          <w:lang w:eastAsia="cs-CZ"/>
        </w:rPr>
      </w:pPr>
    </w:p>
    <w:p w14:paraId="14DA9138" w14:textId="2001DCB9" w:rsidR="006827CF" w:rsidRDefault="006827CF" w:rsidP="002126E7">
      <w:pPr>
        <w:rPr>
          <w:lang w:eastAsia="cs-CZ"/>
        </w:rPr>
      </w:pPr>
    </w:p>
    <w:p w14:paraId="027D74B6" w14:textId="21F312E1" w:rsidR="006827CF" w:rsidRDefault="006827CF" w:rsidP="002126E7">
      <w:pPr>
        <w:rPr>
          <w:lang w:eastAsia="cs-CZ"/>
        </w:rPr>
      </w:pPr>
    </w:p>
    <w:p w14:paraId="05281464" w14:textId="6DA2F1DA" w:rsidR="006827CF" w:rsidRDefault="006827CF" w:rsidP="002126E7">
      <w:pPr>
        <w:rPr>
          <w:lang w:eastAsia="cs-CZ"/>
        </w:rPr>
      </w:pPr>
    </w:p>
    <w:p w14:paraId="1F253ADF" w14:textId="72504E75" w:rsidR="006827CF" w:rsidRDefault="006827CF" w:rsidP="002126E7">
      <w:pPr>
        <w:rPr>
          <w:lang w:eastAsia="cs-CZ"/>
        </w:rPr>
      </w:pPr>
    </w:p>
    <w:p w14:paraId="0DDEC95B" w14:textId="36DF5C6F" w:rsidR="006827CF" w:rsidRDefault="006827CF" w:rsidP="002126E7">
      <w:pPr>
        <w:rPr>
          <w:lang w:eastAsia="cs-CZ"/>
        </w:rPr>
      </w:pPr>
    </w:p>
    <w:p w14:paraId="31E9E6E4" w14:textId="754B8720" w:rsidR="006827CF" w:rsidRDefault="006827CF" w:rsidP="002126E7">
      <w:pPr>
        <w:rPr>
          <w:lang w:eastAsia="cs-CZ"/>
        </w:rPr>
      </w:pPr>
    </w:p>
    <w:p w14:paraId="6D8BCFB5" w14:textId="27AC40FA" w:rsidR="006827CF" w:rsidRDefault="006827CF" w:rsidP="002126E7">
      <w:pPr>
        <w:rPr>
          <w:lang w:eastAsia="cs-CZ"/>
        </w:rPr>
      </w:pPr>
    </w:p>
    <w:p w14:paraId="164571CB" w14:textId="012B2A5A" w:rsidR="006827CF" w:rsidRDefault="006827CF" w:rsidP="002126E7">
      <w:pPr>
        <w:rPr>
          <w:lang w:eastAsia="cs-CZ"/>
        </w:rPr>
      </w:pPr>
    </w:p>
    <w:p w14:paraId="70047B9C" w14:textId="7707035C" w:rsidR="006827CF" w:rsidRDefault="006827CF" w:rsidP="002126E7">
      <w:pPr>
        <w:rPr>
          <w:lang w:eastAsia="cs-CZ"/>
        </w:rPr>
      </w:pPr>
    </w:p>
    <w:p w14:paraId="6318D72E" w14:textId="4B03FC2B" w:rsidR="006827CF" w:rsidRDefault="006827CF" w:rsidP="002126E7">
      <w:pPr>
        <w:rPr>
          <w:lang w:eastAsia="cs-CZ"/>
        </w:rPr>
      </w:pPr>
    </w:p>
    <w:p w14:paraId="72EDCC25" w14:textId="27BD8F12" w:rsidR="006827CF" w:rsidRDefault="006827CF" w:rsidP="002126E7">
      <w:pPr>
        <w:rPr>
          <w:lang w:eastAsia="cs-CZ"/>
        </w:rPr>
      </w:pPr>
    </w:p>
    <w:p w14:paraId="2E26611C" w14:textId="11683229" w:rsidR="006827CF" w:rsidRDefault="006827CF" w:rsidP="002126E7">
      <w:pPr>
        <w:rPr>
          <w:lang w:eastAsia="cs-CZ"/>
        </w:rPr>
      </w:pPr>
    </w:p>
    <w:p w14:paraId="65591134" w14:textId="24F5EE94" w:rsidR="006827CF" w:rsidRDefault="006827CF" w:rsidP="002126E7">
      <w:pPr>
        <w:rPr>
          <w:lang w:eastAsia="cs-CZ"/>
        </w:rPr>
      </w:pPr>
    </w:p>
    <w:p w14:paraId="09CE72D2" w14:textId="77777777" w:rsidR="006827CF" w:rsidRDefault="006827CF" w:rsidP="002126E7">
      <w:pPr>
        <w:rPr>
          <w:lang w:eastAsia="cs-CZ"/>
        </w:rPr>
      </w:pPr>
    </w:p>
    <w:p w14:paraId="7B3BFE57" w14:textId="5A04366E" w:rsidR="006827CF" w:rsidRDefault="006827CF" w:rsidP="002126E7">
      <w:pPr>
        <w:rPr>
          <w:lang w:eastAsia="cs-CZ"/>
        </w:rPr>
      </w:pPr>
    </w:p>
    <w:p w14:paraId="6EA9131E" w14:textId="77777777" w:rsidR="00FB7211" w:rsidRDefault="00FB7211" w:rsidP="002126E7">
      <w:pPr>
        <w:rPr>
          <w:lang w:eastAsia="cs-CZ"/>
        </w:rPr>
      </w:pPr>
    </w:p>
    <w:p w14:paraId="0B34B067" w14:textId="528CE68C" w:rsidR="002126E7" w:rsidRDefault="002126E7" w:rsidP="002126E7">
      <w:pPr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7F600D92" w14:textId="77777777" w:rsidR="002126E7" w:rsidRDefault="002126E7" w:rsidP="002126E7"/>
    <w:p w14:paraId="22F5960C" w14:textId="77777777" w:rsidR="002126E7" w:rsidRPr="00B87D91" w:rsidRDefault="002126E7" w:rsidP="002126E7">
      <w:pPr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7CE5FC24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E06E2E6" w14:textId="77777777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093B41BD" w14:textId="77777777" w:rsidR="002126E7" w:rsidRPr="008145D7" w:rsidRDefault="002126E7" w:rsidP="002126E7"/>
    <w:p w14:paraId="0DAC905F" w14:textId="77777777" w:rsidR="00B87D91" w:rsidRPr="00F0533E" w:rsidRDefault="00B87D91" w:rsidP="00F0533E"/>
    <w:sectPr w:rsidR="00B87D91" w:rsidRPr="00F0533E" w:rsidSect="003B0281">
      <w:headerReference w:type="first" r:id="rId19"/>
      <w:footerReference w:type="first" r:id="rId20"/>
      <w:type w:val="continuous"/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A3CCA" w14:textId="77777777" w:rsidR="003B0281" w:rsidRDefault="003B0281" w:rsidP="00962258">
      <w:pPr>
        <w:spacing w:after="0" w:line="240" w:lineRule="auto"/>
      </w:pPr>
      <w:r>
        <w:separator/>
      </w:r>
    </w:p>
  </w:endnote>
  <w:endnote w:type="continuationSeparator" w:id="0">
    <w:p w14:paraId="3DFB73EF" w14:textId="77777777" w:rsidR="003B0281" w:rsidRDefault="003B028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B1956D" w14:textId="77777777" w:rsidR="00D523CA" w:rsidRDefault="00D523C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611849B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30E014C6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0B11E2F5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5727606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F6F10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60660">
          <w:pPr>
            <w:pStyle w:val="Zpat"/>
          </w:pPr>
          <w:r>
            <w:t>Správa železnic, státní organizace</w:t>
          </w:r>
        </w:p>
        <w:p w14:paraId="088479C8" w14:textId="77777777" w:rsidR="00A327CB" w:rsidRDefault="00A327CB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A327CB" w:rsidRDefault="00A327CB" w:rsidP="00460660">
          <w:pPr>
            <w:pStyle w:val="Zpat"/>
          </w:pPr>
          <w:r>
            <w:t>IČO: 709 94 234 DIČ: CZ 709 94 234</w:t>
          </w:r>
        </w:p>
        <w:p w14:paraId="586541E0" w14:textId="77777777" w:rsidR="00A327CB" w:rsidRDefault="00A327CB" w:rsidP="00924ACC">
          <w:pPr>
            <w:pStyle w:val="Zpat"/>
          </w:pPr>
          <w:r>
            <w:t>www.spravazeleznic.cz</w:t>
          </w:r>
        </w:p>
      </w:tc>
      <w:tc>
        <w:tcPr>
          <w:tcW w:w="2921" w:type="dxa"/>
        </w:tcPr>
        <w:p w14:paraId="1D2FAD66" w14:textId="77777777" w:rsidR="0024278E" w:rsidRDefault="0024278E" w:rsidP="0024278E">
          <w:pPr>
            <w:pStyle w:val="Zpat"/>
          </w:pPr>
          <w:r>
            <w:t>Oblastní ředitelství Ústí nad Labem</w:t>
          </w:r>
        </w:p>
        <w:p w14:paraId="491BE916" w14:textId="77777777" w:rsidR="0024278E" w:rsidRDefault="0024278E" w:rsidP="0024278E">
          <w:pPr>
            <w:pStyle w:val="Zpat"/>
          </w:pPr>
          <w:r>
            <w:t>Železničářská 1386/31</w:t>
          </w:r>
        </w:p>
        <w:p w14:paraId="3F9D14E1" w14:textId="4EC9D253" w:rsidR="00A327CB" w:rsidRDefault="0024278E" w:rsidP="0024278E">
          <w:pPr>
            <w:pStyle w:val="Zpat"/>
          </w:pPr>
          <w:r>
            <w:t>400 03 Ústí nad Labem</w:t>
          </w: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7371B204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60E01F1A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1BE118A1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33D9C">
            <w:rPr>
              <w:rStyle w:val="slostrnky"/>
              <w:noProof/>
            </w:rPr>
            <w:t>10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61BAE14F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/a5UTN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 xmlns:oel="http://schemas.microsoft.com/office/2019/extlst">
          <w:pict>
            <v:line w14:anchorId="6EA46176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uqy3+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F91784" w14:textId="77777777" w:rsidR="003B0281" w:rsidRDefault="003B0281" w:rsidP="00962258">
      <w:pPr>
        <w:spacing w:after="0" w:line="240" w:lineRule="auto"/>
      </w:pPr>
      <w:r>
        <w:separator/>
      </w:r>
    </w:p>
  </w:footnote>
  <w:footnote w:type="continuationSeparator" w:id="0">
    <w:p w14:paraId="62120E0E" w14:textId="77777777" w:rsidR="003B0281" w:rsidRDefault="003B0281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Takový certifikát v českém prostředí vydávají následující poskytovatelé: a) </w:t>
      </w:r>
      <w:r w:rsidRPr="0051019F">
        <w:rPr>
          <w:b/>
        </w:rPr>
        <w:t>Česká pošta, s. p.,</w:t>
      </w:r>
      <w:r>
        <w:rPr>
          <w:b/>
        </w:rPr>
        <w:t xml:space="preserve"> </w:t>
      </w:r>
      <w:r w:rsidRPr="0051019F">
        <w:t>b)</w:t>
      </w:r>
      <w:r w:rsidRPr="0051019F">
        <w:rPr>
          <w:b/>
        </w:rPr>
        <w:t xml:space="preserve"> </w:t>
      </w:r>
      <w:proofErr w:type="spellStart"/>
      <w:r w:rsidRPr="0051019F">
        <w:rPr>
          <w:b/>
        </w:rPr>
        <w:t>eldentity</w:t>
      </w:r>
      <w:proofErr w:type="spellEnd"/>
      <w:r w:rsidRPr="0051019F">
        <w:rPr>
          <w:b/>
        </w:rPr>
        <w:t xml:space="preserve"> a.s.,</w:t>
      </w:r>
      <w:r w:rsidRPr="000F7070">
        <w:t xml:space="preserve"> </w:t>
      </w:r>
      <w:r w:rsidRPr="0051019F">
        <w:t>c)</w:t>
      </w:r>
      <w:r>
        <w:rPr>
          <w:b/>
        </w:rPr>
        <w:t xml:space="preserve"> </w:t>
      </w:r>
      <w:r w:rsidRPr="0051019F">
        <w:rPr>
          <w:b/>
        </w:rPr>
        <w:t>První certifikační autorita, a.s.</w:t>
      </w:r>
    </w:p>
  </w:footnote>
  <w:footnote w:id="2">
    <w:p w14:paraId="50C509E3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3E9FFFAD" w14:textId="77777777" w:rsidR="009D6D1B" w:rsidRPr="00EB54C9" w:rsidRDefault="009D6D1B" w:rsidP="009D6D1B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  <w:footnote w:id="5">
    <w:p w14:paraId="073F982E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6">
    <w:p w14:paraId="2DBDD00A" w14:textId="77777777" w:rsidR="00F86FD9" w:rsidRDefault="00F86FD9" w:rsidP="00F86FD9">
      <w:pPr>
        <w:pStyle w:val="Textpoznpodarou"/>
        <w:rPr>
          <w:rFonts w:ascii="Verdana" w:hAnsi="Verdana"/>
          <w:sz w:val="18"/>
        </w:rPr>
      </w:pPr>
      <w:r>
        <w:rPr>
          <w:rStyle w:val="Znakapoznpodarou"/>
          <w:rFonts w:ascii="Verdana" w:hAnsi="Verdana"/>
          <w:sz w:val="18"/>
        </w:rPr>
        <w:footnoteRef/>
      </w:r>
      <w:r>
        <w:rPr>
          <w:rFonts w:ascii="Verdana" w:hAnsi="Verdana"/>
          <w:sz w:val="18"/>
        </w:rPr>
        <w:t xml:space="preserve"> </w:t>
      </w:r>
      <w:r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28B2ED" w14:textId="77777777" w:rsidR="00D523CA" w:rsidRDefault="00D523C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E8586" w14:textId="77777777" w:rsidR="00D523CA" w:rsidRDefault="00D523C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5E09D6" w14:textId="148D5826" w:rsidR="00A327CB" w:rsidRPr="00D6163D" w:rsidRDefault="00A327C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AC5D76" w14:textId="77777777" w:rsidR="00A327CB" w:rsidRPr="00460660" w:rsidRDefault="00A327CB">
    <w:pPr>
      <w:pStyle w:val="Zhlav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2CF36" w14:textId="48298874" w:rsidR="00D523CA" w:rsidRPr="00D6163D" w:rsidRDefault="00D523CA" w:rsidP="00FC6389">
    <w:pPr>
      <w:pStyle w:val="Zhlav"/>
      <w:rPr>
        <w:sz w:val="8"/>
        <w:szCs w:val="8"/>
      </w:rPr>
    </w:pPr>
  </w:p>
  <w:p w14:paraId="12C3FEFF" w14:textId="77777777" w:rsidR="00D523CA" w:rsidRPr="00460660" w:rsidRDefault="00D523CA">
    <w:pPr>
      <w:pStyle w:val="Zhlav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E1FCA" w14:textId="77777777" w:rsidR="00A327CB" w:rsidRPr="00027E55" w:rsidRDefault="00A327CB" w:rsidP="00027E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3D7721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CEE11E0"/>
    <w:multiLevelType w:val="hybridMultilevel"/>
    <w:tmpl w:val="E7C4CC10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FC15B3"/>
    <w:multiLevelType w:val="hybridMultilevel"/>
    <w:tmpl w:val="6EF4E80A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1A66DD"/>
    <w:multiLevelType w:val="hybridMultilevel"/>
    <w:tmpl w:val="46B2AA36"/>
    <w:lvl w:ilvl="0" w:tplc="CA08520E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344B4C44"/>
    <w:multiLevelType w:val="multilevel"/>
    <w:tmpl w:val="CABE99FC"/>
    <w:numStyleLink w:val="ListNumbermultilevel"/>
  </w:abstractNum>
  <w:abstractNum w:abstractNumId="11" w15:restartNumberingAfterBreak="0">
    <w:nsid w:val="34EE549F"/>
    <w:multiLevelType w:val="multilevel"/>
    <w:tmpl w:val="CABE99FC"/>
    <w:numStyleLink w:val="ListNumbermultilevel"/>
  </w:abstractNum>
  <w:abstractNum w:abstractNumId="12" w15:restartNumberingAfterBreak="0">
    <w:nsid w:val="4ED57EA0"/>
    <w:multiLevelType w:val="hybridMultilevel"/>
    <w:tmpl w:val="E7C4CC10"/>
    <w:lvl w:ilvl="0" w:tplc="FFFFFFFF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C34E70"/>
    <w:multiLevelType w:val="hybridMultilevel"/>
    <w:tmpl w:val="D7B6FAFC"/>
    <w:lvl w:ilvl="0" w:tplc="FFFFFFFF">
      <w:start w:val="9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6AAF0A8C"/>
    <w:multiLevelType w:val="multilevel"/>
    <w:tmpl w:val="0D34D660"/>
    <w:numStyleLink w:val="ListBulletmultilevel"/>
  </w:abstractNum>
  <w:abstractNum w:abstractNumId="16" w15:restartNumberingAfterBreak="0">
    <w:nsid w:val="74070991"/>
    <w:multiLevelType w:val="multilevel"/>
    <w:tmpl w:val="CABE99FC"/>
    <w:numStyleLink w:val="ListNumbermultilevel"/>
  </w:abstractNum>
  <w:abstractNum w:abstractNumId="17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5"/>
  </w:num>
  <w:num w:numId="5">
    <w:abstractNumId w:val="7"/>
  </w:num>
  <w:num w:numId="6">
    <w:abstractNumId w:val="9"/>
  </w:num>
  <w:num w:numId="7">
    <w:abstractNumId w:val="0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"/>
  </w:num>
  <w:num w:numId="12">
    <w:abstractNumId w:val="9"/>
  </w:num>
  <w:num w:numId="13">
    <w:abstractNumId w:val="9"/>
  </w:num>
  <w:num w:numId="14">
    <w:abstractNumId w:val="9"/>
  </w:num>
  <w:num w:numId="15">
    <w:abstractNumId w:val="9"/>
  </w:num>
  <w:num w:numId="16">
    <w:abstractNumId w:val="16"/>
  </w:num>
  <w:num w:numId="17">
    <w:abstractNumId w:val="4"/>
  </w:num>
  <w:num w:numId="18">
    <w:abstractNumId w:val="16"/>
  </w:num>
  <w:num w:numId="19">
    <w:abstractNumId w:val="16"/>
  </w:num>
  <w:num w:numId="20">
    <w:abstractNumId w:val="16"/>
  </w:num>
  <w:num w:numId="21">
    <w:abstractNumId w:val="16"/>
  </w:num>
  <w:num w:numId="22">
    <w:abstractNumId w:val="9"/>
  </w:num>
  <w:num w:numId="23">
    <w:abstractNumId w:val="1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16"/>
  </w:num>
  <w:num w:numId="29">
    <w:abstractNumId w:val="4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5"/>
  </w:num>
  <w:num w:numId="35">
    <w:abstractNumId w:val="18"/>
  </w:num>
  <w:num w:numId="36">
    <w:abstractNumId w:val="2"/>
  </w:num>
  <w:num w:numId="37">
    <w:abstractNumId w:val="17"/>
  </w:num>
  <w:num w:numId="38">
    <w:abstractNumId w:val="3"/>
  </w:num>
  <w:num w:numId="39">
    <w:abstractNumId w:val="8"/>
  </w:num>
  <w:num w:numId="40">
    <w:abstractNumId w:val="13"/>
  </w:num>
  <w:num w:numId="41">
    <w:abstractNumId w:val="12"/>
  </w:num>
  <w:num w:numId="42">
    <w:abstractNumId w:val="6"/>
  </w:num>
  <w:num w:numId="43">
    <w:abstractNumId w:val="14"/>
  </w:num>
  <w:num w:numId="44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55"/>
    <w:rsid w:val="00045E47"/>
    <w:rsid w:val="00072C1E"/>
    <w:rsid w:val="00086B78"/>
    <w:rsid w:val="00097793"/>
    <w:rsid w:val="000A412D"/>
    <w:rsid w:val="000E23A7"/>
    <w:rsid w:val="000F5766"/>
    <w:rsid w:val="000F7070"/>
    <w:rsid w:val="0010693F"/>
    <w:rsid w:val="00114472"/>
    <w:rsid w:val="001550BC"/>
    <w:rsid w:val="001605B9"/>
    <w:rsid w:val="00170EC5"/>
    <w:rsid w:val="00171BF4"/>
    <w:rsid w:val="001747C1"/>
    <w:rsid w:val="00184743"/>
    <w:rsid w:val="00190137"/>
    <w:rsid w:val="001F49FF"/>
    <w:rsid w:val="00207DF5"/>
    <w:rsid w:val="00210DFF"/>
    <w:rsid w:val="002126E7"/>
    <w:rsid w:val="002243A8"/>
    <w:rsid w:val="00224560"/>
    <w:rsid w:val="00225620"/>
    <w:rsid w:val="002305E9"/>
    <w:rsid w:val="0023070F"/>
    <w:rsid w:val="0024278E"/>
    <w:rsid w:val="002767CC"/>
    <w:rsid w:val="00280E07"/>
    <w:rsid w:val="00293E5A"/>
    <w:rsid w:val="002B65F0"/>
    <w:rsid w:val="002C31BF"/>
    <w:rsid w:val="002D08B1"/>
    <w:rsid w:val="002E0CD7"/>
    <w:rsid w:val="002F50CD"/>
    <w:rsid w:val="00304B06"/>
    <w:rsid w:val="0031280B"/>
    <w:rsid w:val="00321D98"/>
    <w:rsid w:val="003221F2"/>
    <w:rsid w:val="00325649"/>
    <w:rsid w:val="00341DCF"/>
    <w:rsid w:val="00354C5C"/>
    <w:rsid w:val="00357BC6"/>
    <w:rsid w:val="0036634F"/>
    <w:rsid w:val="003956C6"/>
    <w:rsid w:val="003A222F"/>
    <w:rsid w:val="003B0281"/>
    <w:rsid w:val="003B596F"/>
    <w:rsid w:val="003F53A9"/>
    <w:rsid w:val="00417301"/>
    <w:rsid w:val="00441430"/>
    <w:rsid w:val="00450F07"/>
    <w:rsid w:val="00453CD3"/>
    <w:rsid w:val="00460660"/>
    <w:rsid w:val="00486107"/>
    <w:rsid w:val="00487AC9"/>
    <w:rsid w:val="00491827"/>
    <w:rsid w:val="004B348C"/>
    <w:rsid w:val="004C4399"/>
    <w:rsid w:val="004C76E9"/>
    <w:rsid w:val="004C787C"/>
    <w:rsid w:val="004D65B6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26DB3"/>
    <w:rsid w:val="00633D9C"/>
    <w:rsid w:val="00654420"/>
    <w:rsid w:val="00660AD3"/>
    <w:rsid w:val="0067079F"/>
    <w:rsid w:val="0067790F"/>
    <w:rsid w:val="00677B7F"/>
    <w:rsid w:val="006827CF"/>
    <w:rsid w:val="006A5570"/>
    <w:rsid w:val="006A689C"/>
    <w:rsid w:val="006B3485"/>
    <w:rsid w:val="006B3D79"/>
    <w:rsid w:val="006C2F26"/>
    <w:rsid w:val="006D7AFE"/>
    <w:rsid w:val="006E0578"/>
    <w:rsid w:val="006E314D"/>
    <w:rsid w:val="006E5C6C"/>
    <w:rsid w:val="006E73DC"/>
    <w:rsid w:val="006F3330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0237"/>
    <w:rsid w:val="007C3297"/>
    <w:rsid w:val="007C4EE2"/>
    <w:rsid w:val="007C589B"/>
    <w:rsid w:val="007E4A6E"/>
    <w:rsid w:val="007F56A7"/>
    <w:rsid w:val="00807DD0"/>
    <w:rsid w:val="0084684F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4780"/>
    <w:rsid w:val="00913092"/>
    <w:rsid w:val="009138A5"/>
    <w:rsid w:val="00922385"/>
    <w:rsid w:val="009223DF"/>
    <w:rsid w:val="00923DE9"/>
    <w:rsid w:val="00924ACC"/>
    <w:rsid w:val="00936091"/>
    <w:rsid w:val="00940D8A"/>
    <w:rsid w:val="00962258"/>
    <w:rsid w:val="009642AA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D6D1B"/>
    <w:rsid w:val="009E07F4"/>
    <w:rsid w:val="009F392E"/>
    <w:rsid w:val="00A0508D"/>
    <w:rsid w:val="00A07EA0"/>
    <w:rsid w:val="00A327CB"/>
    <w:rsid w:val="00A6177B"/>
    <w:rsid w:val="00A66136"/>
    <w:rsid w:val="00A92E7F"/>
    <w:rsid w:val="00A93A74"/>
    <w:rsid w:val="00AA4CBB"/>
    <w:rsid w:val="00AA65FA"/>
    <w:rsid w:val="00AA7351"/>
    <w:rsid w:val="00AC029F"/>
    <w:rsid w:val="00AC1810"/>
    <w:rsid w:val="00AC4D2D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15E30"/>
    <w:rsid w:val="00C228EE"/>
    <w:rsid w:val="00C24D73"/>
    <w:rsid w:val="00C3428A"/>
    <w:rsid w:val="00C44F6A"/>
    <w:rsid w:val="00C47AE3"/>
    <w:rsid w:val="00C636FB"/>
    <w:rsid w:val="00C87B78"/>
    <w:rsid w:val="00CB377A"/>
    <w:rsid w:val="00CD1FC4"/>
    <w:rsid w:val="00D21061"/>
    <w:rsid w:val="00D4108E"/>
    <w:rsid w:val="00D523CA"/>
    <w:rsid w:val="00D6163D"/>
    <w:rsid w:val="00D73D46"/>
    <w:rsid w:val="00D831A3"/>
    <w:rsid w:val="00DC75F3"/>
    <w:rsid w:val="00DD46F3"/>
    <w:rsid w:val="00DE1BFA"/>
    <w:rsid w:val="00DE56F2"/>
    <w:rsid w:val="00DF116D"/>
    <w:rsid w:val="00E34137"/>
    <w:rsid w:val="00E34D19"/>
    <w:rsid w:val="00E36C4A"/>
    <w:rsid w:val="00E46950"/>
    <w:rsid w:val="00E85D44"/>
    <w:rsid w:val="00EA02CF"/>
    <w:rsid w:val="00EA444A"/>
    <w:rsid w:val="00EB104F"/>
    <w:rsid w:val="00EC18DE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790C"/>
    <w:rsid w:val="00F5239B"/>
    <w:rsid w:val="00F5558F"/>
    <w:rsid w:val="00F659EB"/>
    <w:rsid w:val="00F76E9F"/>
    <w:rsid w:val="00F814D9"/>
    <w:rsid w:val="00F86BA6"/>
    <w:rsid w:val="00F86FD9"/>
    <w:rsid w:val="00FB721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customStyle="1" w:styleId="tabulka">
    <w:name w:val="tabulka"/>
    <w:basedOn w:val="Normln"/>
    <w:uiPriority w:val="99"/>
    <w:rsid w:val="00F86FD9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aodst">
    <w:name w:val="a) odst."/>
    <w:basedOn w:val="Normln"/>
    <w:link w:val="aodstChar"/>
    <w:qFormat/>
    <w:rsid w:val="009D6D1B"/>
    <w:pPr>
      <w:numPr>
        <w:ilvl w:val="1"/>
        <w:numId w:val="43"/>
      </w:numPr>
      <w:spacing w:before="120" w:after="120"/>
      <w:jc w:val="both"/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9D6D1B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9D6D1B"/>
    <w:pPr>
      <w:numPr>
        <w:ilvl w:val="2"/>
        <w:numId w:val="43"/>
      </w:numPr>
      <w:spacing w:before="120" w:after="120"/>
      <w:jc w:val="both"/>
    </w:pPr>
  </w:style>
  <w:style w:type="character" w:customStyle="1" w:styleId="iodstChar">
    <w:name w:val="i. odst. Char"/>
    <w:basedOn w:val="Standardnpsmoodstavce"/>
    <w:link w:val="iodst"/>
    <w:rsid w:val="009D6D1B"/>
  </w:style>
  <w:style w:type="character" w:customStyle="1" w:styleId="Kurzvatun">
    <w:name w:val="Kurzíva tučně"/>
    <w:basedOn w:val="Standardnpsmoodstavce"/>
    <w:uiPriority w:val="1"/>
    <w:qFormat/>
    <w:rsid w:val="009D6D1B"/>
    <w:rPr>
      <w:rFonts w:asciiTheme="minorHAnsi" w:hAnsiTheme="minorHAnsi"/>
      <w:b/>
      <w:i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yperlink" Target="aspi://module='ASPI'&amp;link='134/2016%20Sb.%2523'&amp;ucin-k-dni='30.12.9999'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eader" Target="head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BD1018FEB8D43CB9D52E2F9495FF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FA75D3-296B-43FA-86B6-2591638FFABC}"/>
      </w:docPartPr>
      <w:docPartBody>
        <w:p w:rsidR="00AE45FC" w:rsidRDefault="00495FA0" w:rsidP="00495FA0">
          <w:pPr>
            <w:pStyle w:val="0BD1018FEB8D43CB9D52E2F9495FF1A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5428E6DE9194E5387E153755E89B0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B89CF5-6E74-471E-86C0-4F4CDFD5670D}"/>
      </w:docPartPr>
      <w:docPartBody>
        <w:p w:rsidR="00AE45FC" w:rsidRDefault="00495FA0" w:rsidP="00495FA0">
          <w:pPr>
            <w:pStyle w:val="65428E6DE9194E5387E153755E89B02B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3BD0F25702A2479682EA42111C2956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B23AB0-B885-460C-A06B-A916790124C7}"/>
      </w:docPartPr>
      <w:docPartBody>
        <w:p w:rsidR="00AE45FC" w:rsidRDefault="00495FA0" w:rsidP="00495FA0">
          <w:pPr>
            <w:pStyle w:val="3BD0F25702A2479682EA42111C29562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A141EA40974E7889EBCE53618FFF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D2FEF9-E62A-4029-9DA7-85523F315490}"/>
      </w:docPartPr>
      <w:docPartBody>
        <w:p w:rsidR="00AE45FC" w:rsidRDefault="00495FA0" w:rsidP="00495FA0">
          <w:pPr>
            <w:pStyle w:val="4EA141EA40974E7889EBCE53618FFF7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ABEAB1C1D75492B87E99FAFD34CAFE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208C2A-1782-4783-A8C2-04EA51912467}"/>
      </w:docPartPr>
      <w:docPartBody>
        <w:p w:rsidR="00AE45FC" w:rsidRDefault="00495FA0" w:rsidP="00495FA0">
          <w:pPr>
            <w:pStyle w:val="4ABEAB1C1D75492B87E99FAFD34CAFE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443CFE69840499A54505DC3AE6A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4E3FC0-B6D4-4FF9-9A87-FFA289ECC71F}"/>
      </w:docPartPr>
      <w:docPartBody>
        <w:p w:rsidR="00AE45FC" w:rsidRDefault="00495FA0" w:rsidP="00495FA0">
          <w:pPr>
            <w:pStyle w:val="759443CFE69840499A54505DC3AE6A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51B40D9DB7E0449F96C062ED23429E8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26666F2-F0ED-4373-81A7-EB4C647E02FB}"/>
      </w:docPartPr>
      <w:docPartBody>
        <w:p w:rsidR="00AE45FC" w:rsidRDefault="00495FA0" w:rsidP="00495FA0">
          <w:pPr>
            <w:pStyle w:val="51B40D9DB7E0449F96C062ED23429E8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069F72DEC41846EDB36F5EEC4A661C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B7F6311-3D7D-46C0-ABC5-8FF2BAFACFFF}"/>
      </w:docPartPr>
      <w:docPartBody>
        <w:p w:rsidR="00AE45FC" w:rsidRDefault="00495FA0" w:rsidP="00495FA0">
          <w:pPr>
            <w:pStyle w:val="069F72DEC41846EDB36F5EEC4A661C1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E072CE91767430CAA9D9F66555756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2EE478-B5AE-49C9-AF55-C3041654F310}"/>
      </w:docPartPr>
      <w:docPartBody>
        <w:p w:rsidR="00AE45FC" w:rsidRDefault="00495FA0" w:rsidP="00495FA0">
          <w:pPr>
            <w:pStyle w:val="9E072CE91767430CAA9D9F66555756D8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F732DF9FF94D63B17EAAE5B7A0D3D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AB1F115-E51F-43B4-92AA-45233A92F1C2}"/>
      </w:docPartPr>
      <w:docPartBody>
        <w:p w:rsidR="00AE45FC" w:rsidRDefault="00495FA0" w:rsidP="00495FA0">
          <w:pPr>
            <w:pStyle w:val="C3F732DF9FF94D63B17EAAE5B7A0D3D2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589BA781246449CBB8DA87AAFB3C1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2CA653-0B62-4844-BED3-6805FD25B7F6}"/>
      </w:docPartPr>
      <w:docPartBody>
        <w:p w:rsidR="00AE45FC" w:rsidRDefault="00495FA0" w:rsidP="00495FA0">
          <w:pPr>
            <w:pStyle w:val="A589BA781246449CBB8DA87AAFB3C1B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C3D2F334D1974AA98D1D89B18047EB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EEA4E1-0E77-44C1-A27C-D04D919E87B0}"/>
      </w:docPartPr>
      <w:docPartBody>
        <w:p w:rsidR="00AE45FC" w:rsidRDefault="00495FA0" w:rsidP="00495FA0">
          <w:pPr>
            <w:pStyle w:val="C3D2F334D1974AA98D1D89B18047EBA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D56A3AB9E81045F5A4F98BD29323BF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C175DE-C1FE-4CFB-A265-45DE0001DA8C}"/>
      </w:docPartPr>
      <w:docPartBody>
        <w:p w:rsidR="00AE45FC" w:rsidRDefault="00495FA0" w:rsidP="00495FA0">
          <w:pPr>
            <w:pStyle w:val="D56A3AB9E81045F5A4F98BD29323BF4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09C3C0DC3294D51935896771B677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507AF9-30A1-4D88-B9B3-13E12F86C748}"/>
      </w:docPartPr>
      <w:docPartBody>
        <w:p w:rsidR="00AE45FC" w:rsidRDefault="00495FA0" w:rsidP="00495FA0">
          <w:pPr>
            <w:pStyle w:val="909C3C0DC3294D51935896771B67781D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FC36EA2621E849D7A81FBB62976875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AE8547-4F87-4A64-9534-299B0B8F9597}"/>
      </w:docPartPr>
      <w:docPartBody>
        <w:p w:rsidR="00AE45FC" w:rsidRDefault="00495FA0" w:rsidP="00495FA0">
          <w:pPr>
            <w:pStyle w:val="FC36EA2621E849D7A81FBB629768758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28CD3796040C4292BAC524A34C532B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9AF57F3-4DDB-497E-BAFE-E14AF8EA28A5}"/>
      </w:docPartPr>
      <w:docPartBody>
        <w:p w:rsidR="00AE45FC" w:rsidRDefault="00495FA0" w:rsidP="00495FA0">
          <w:pPr>
            <w:pStyle w:val="28CD3796040C4292BAC524A34C532B9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7591A3CEB0CF44CA829DC529712762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10CC19-E430-4535-A17B-28B54610DE25}"/>
      </w:docPartPr>
      <w:docPartBody>
        <w:p w:rsidR="005E17D6" w:rsidRDefault="00E93E15" w:rsidP="00E93E15">
          <w:pPr>
            <w:pStyle w:val="7591A3CEB0CF44CA829DC529712762D5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24FC33EBFD04CFCB05F4E1EC251A5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6F1A0B-4BBE-4223-929E-E8DC7BF4FD8C}"/>
      </w:docPartPr>
      <w:docPartBody>
        <w:p w:rsidR="005E17D6" w:rsidRDefault="00E93E15" w:rsidP="00E93E15">
          <w:pPr>
            <w:pStyle w:val="424FC33EBFD04CFCB05F4E1EC251A56F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4E39395637AE4EF9B47EEBD8F0FB9D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BBE3B4-4260-44F5-B608-E943A56D2D80}"/>
      </w:docPartPr>
      <w:docPartBody>
        <w:p w:rsidR="005E17D6" w:rsidRDefault="00E93E15" w:rsidP="00E93E15">
          <w:pPr>
            <w:pStyle w:val="4E39395637AE4EF9B47EEBD8F0FB9DA4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349F57A6C4247888AB8DA23F91BD2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82C068-808F-47FE-991F-9E9429FDA1DA}"/>
      </w:docPartPr>
      <w:docPartBody>
        <w:p w:rsidR="005E17D6" w:rsidRDefault="00E93E15" w:rsidP="00E93E15">
          <w:pPr>
            <w:pStyle w:val="6349F57A6C4247888AB8DA23F91BD2BE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C9312B00E2C4D1AA0979561E4754E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27B5C3-F114-4D08-8678-07E92F87193C}"/>
      </w:docPartPr>
      <w:docPartBody>
        <w:p w:rsidR="005E17D6" w:rsidRDefault="00E93E15" w:rsidP="00E93E15">
          <w:pPr>
            <w:pStyle w:val="AC9312B00E2C4D1AA0979561E4754E6C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184FA291A7FA49479B872B7D61105EF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9D56FF-28A8-448D-9A8A-5688CFEEC341}"/>
      </w:docPartPr>
      <w:docPartBody>
        <w:p w:rsidR="005E17D6" w:rsidRDefault="00E93E15" w:rsidP="00E93E15">
          <w:pPr>
            <w:pStyle w:val="184FA291A7FA49479B872B7D61105EF6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92D0C7473F9E4868BFD43493447EC2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AA6C56-6B66-4AC2-A8D3-C379E4EABA99}"/>
      </w:docPartPr>
      <w:docPartBody>
        <w:p w:rsidR="005E17D6" w:rsidRDefault="00E93E15" w:rsidP="00E93E15">
          <w:pPr>
            <w:pStyle w:val="92D0C7473F9E4868BFD43493447EC2E7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669757814DD240279B64E51A7675AF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7F39FB-61F4-40F4-A4BC-0967097B35B1}"/>
      </w:docPartPr>
      <w:docPartBody>
        <w:p w:rsidR="005E17D6" w:rsidRDefault="00E93E15" w:rsidP="00E93E15">
          <w:pPr>
            <w:pStyle w:val="669757814DD240279B64E51A7675AF49"/>
          </w:pPr>
          <w:r>
            <w:rPr>
              <w:rStyle w:val="Zstupntext"/>
            </w:rPr>
            <w:t>Klikněte sem a zadejte text.</w:t>
          </w:r>
        </w:p>
      </w:docPartBody>
    </w:docPart>
    <w:docPart>
      <w:docPartPr>
        <w:name w:val="AECDE91404074DB7AEBBB00AE08BA63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9947DA-8408-42F6-9337-E4F41D187210}"/>
      </w:docPartPr>
      <w:docPartBody>
        <w:p w:rsidR="005E17D6" w:rsidRDefault="00E93E15" w:rsidP="00E93E15">
          <w:pPr>
            <w:pStyle w:val="AECDE91404074DB7AEBBB00AE08BA635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FA0"/>
    <w:rsid w:val="00140657"/>
    <w:rsid w:val="0042266B"/>
    <w:rsid w:val="00495FA0"/>
    <w:rsid w:val="005E17D6"/>
    <w:rsid w:val="00702C56"/>
    <w:rsid w:val="00845CFC"/>
    <w:rsid w:val="00964FB4"/>
    <w:rsid w:val="009B2F31"/>
    <w:rsid w:val="00A04586"/>
    <w:rsid w:val="00AE45FC"/>
    <w:rsid w:val="00E9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3E15"/>
  </w:style>
  <w:style w:type="paragraph" w:customStyle="1" w:styleId="0BD1018FEB8D43CB9D52E2F9495FF1A8">
    <w:name w:val="0BD1018FEB8D43CB9D52E2F9495FF1A8"/>
    <w:rsid w:val="00495FA0"/>
  </w:style>
  <w:style w:type="paragraph" w:customStyle="1" w:styleId="65428E6DE9194E5387E153755E89B02B">
    <w:name w:val="65428E6DE9194E5387E153755E89B02B"/>
    <w:rsid w:val="00495FA0"/>
  </w:style>
  <w:style w:type="paragraph" w:customStyle="1" w:styleId="3BD0F25702A2479682EA42111C295624">
    <w:name w:val="3BD0F25702A2479682EA42111C295624"/>
    <w:rsid w:val="00495FA0"/>
  </w:style>
  <w:style w:type="paragraph" w:customStyle="1" w:styleId="4EA141EA40974E7889EBCE53618FFF7C">
    <w:name w:val="4EA141EA40974E7889EBCE53618FFF7C"/>
    <w:rsid w:val="00495FA0"/>
  </w:style>
  <w:style w:type="paragraph" w:customStyle="1" w:styleId="4ABEAB1C1D75492B87E99FAFD34CAFE5">
    <w:name w:val="4ABEAB1C1D75492B87E99FAFD34CAFE5"/>
    <w:rsid w:val="00495FA0"/>
  </w:style>
  <w:style w:type="paragraph" w:customStyle="1" w:styleId="759443CFE69840499A54505DC3AE6A44">
    <w:name w:val="759443CFE69840499A54505DC3AE6A44"/>
    <w:rsid w:val="00495FA0"/>
  </w:style>
  <w:style w:type="paragraph" w:customStyle="1" w:styleId="51B40D9DB7E0449F96C062ED23429E85">
    <w:name w:val="51B40D9DB7E0449F96C062ED23429E85"/>
    <w:rsid w:val="00495FA0"/>
  </w:style>
  <w:style w:type="paragraph" w:customStyle="1" w:styleId="069F72DEC41846EDB36F5EEC4A661C14">
    <w:name w:val="069F72DEC41846EDB36F5EEC4A661C14"/>
    <w:rsid w:val="00495FA0"/>
  </w:style>
  <w:style w:type="paragraph" w:customStyle="1" w:styleId="9E072CE91767430CAA9D9F66555756D8">
    <w:name w:val="9E072CE91767430CAA9D9F66555756D8"/>
    <w:rsid w:val="00495FA0"/>
  </w:style>
  <w:style w:type="paragraph" w:customStyle="1" w:styleId="C3F732DF9FF94D63B17EAAE5B7A0D3D2">
    <w:name w:val="C3F732DF9FF94D63B17EAAE5B7A0D3D2"/>
    <w:rsid w:val="00495FA0"/>
  </w:style>
  <w:style w:type="paragraph" w:customStyle="1" w:styleId="A589BA781246449CBB8DA87AAFB3C1B4">
    <w:name w:val="A589BA781246449CBB8DA87AAFB3C1B4"/>
    <w:rsid w:val="00495FA0"/>
  </w:style>
  <w:style w:type="paragraph" w:customStyle="1" w:styleId="C3D2F334D1974AA98D1D89B18047EBAC">
    <w:name w:val="C3D2F334D1974AA98D1D89B18047EBAC"/>
    <w:rsid w:val="00495FA0"/>
  </w:style>
  <w:style w:type="paragraph" w:customStyle="1" w:styleId="D56A3AB9E81045F5A4F98BD29323BF44">
    <w:name w:val="D56A3AB9E81045F5A4F98BD29323BF44"/>
    <w:rsid w:val="00495FA0"/>
  </w:style>
  <w:style w:type="paragraph" w:customStyle="1" w:styleId="909C3C0DC3294D51935896771B67781D">
    <w:name w:val="909C3C0DC3294D51935896771B67781D"/>
    <w:rsid w:val="00495FA0"/>
  </w:style>
  <w:style w:type="paragraph" w:customStyle="1" w:styleId="FC36EA2621E849D7A81FBB6297687589">
    <w:name w:val="FC36EA2621E849D7A81FBB6297687589"/>
    <w:rsid w:val="00495FA0"/>
  </w:style>
  <w:style w:type="paragraph" w:customStyle="1" w:styleId="28CD3796040C4292BAC524A34C532B96">
    <w:name w:val="28CD3796040C4292BAC524A34C532B96"/>
    <w:rsid w:val="00495FA0"/>
  </w:style>
  <w:style w:type="paragraph" w:customStyle="1" w:styleId="7591A3CEB0CF44CA829DC529712762D5">
    <w:name w:val="7591A3CEB0CF44CA829DC529712762D5"/>
    <w:rsid w:val="00E93E15"/>
  </w:style>
  <w:style w:type="paragraph" w:customStyle="1" w:styleId="424FC33EBFD04CFCB05F4E1EC251A56F">
    <w:name w:val="424FC33EBFD04CFCB05F4E1EC251A56F"/>
    <w:rsid w:val="00E93E15"/>
  </w:style>
  <w:style w:type="paragraph" w:customStyle="1" w:styleId="4E39395637AE4EF9B47EEBD8F0FB9DA4">
    <w:name w:val="4E39395637AE4EF9B47EEBD8F0FB9DA4"/>
    <w:rsid w:val="00E93E15"/>
  </w:style>
  <w:style w:type="paragraph" w:customStyle="1" w:styleId="6349F57A6C4247888AB8DA23F91BD2BE">
    <w:name w:val="6349F57A6C4247888AB8DA23F91BD2BE"/>
    <w:rsid w:val="00E93E15"/>
  </w:style>
  <w:style w:type="paragraph" w:customStyle="1" w:styleId="AC9312B00E2C4D1AA0979561E4754E6C">
    <w:name w:val="AC9312B00E2C4D1AA0979561E4754E6C"/>
    <w:rsid w:val="00E93E15"/>
  </w:style>
  <w:style w:type="paragraph" w:customStyle="1" w:styleId="184FA291A7FA49479B872B7D61105EF6">
    <w:name w:val="184FA291A7FA49479B872B7D61105EF6"/>
    <w:rsid w:val="00E93E15"/>
  </w:style>
  <w:style w:type="paragraph" w:customStyle="1" w:styleId="92D0C7473F9E4868BFD43493447EC2E7">
    <w:name w:val="92D0C7473F9E4868BFD43493447EC2E7"/>
    <w:rsid w:val="00E93E15"/>
  </w:style>
  <w:style w:type="paragraph" w:customStyle="1" w:styleId="669757814DD240279B64E51A7675AF49">
    <w:name w:val="669757814DD240279B64E51A7675AF49"/>
    <w:rsid w:val="00E93E15"/>
  </w:style>
  <w:style w:type="paragraph" w:customStyle="1" w:styleId="AECDE91404074DB7AEBBB00AE08BA635">
    <w:name w:val="AECDE91404074DB7AEBBB00AE08BA635"/>
    <w:rsid w:val="00E93E1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884B28B-84DE-4F59-9623-4310446505E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102</TotalTime>
  <Pages>13</Pages>
  <Words>1782</Words>
  <Characters>10519</Characters>
  <Application>Microsoft Office Word</Application>
  <DocSecurity>0</DocSecurity>
  <Lines>87</Lines>
  <Paragraphs>24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Lepešková Marie, Bc.</cp:lastModifiedBy>
  <cp:revision>21</cp:revision>
  <cp:lastPrinted>2017-11-28T17:18:00Z</cp:lastPrinted>
  <dcterms:created xsi:type="dcterms:W3CDTF">2023-03-01T08:18:00Z</dcterms:created>
  <dcterms:modified xsi:type="dcterms:W3CDTF">2024-11-14T05:36:00Z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